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icket Layout"/>
      </w:tblPr>
      <w:tblGrid>
        <w:gridCol w:w="540"/>
        <w:gridCol w:w="230"/>
        <w:gridCol w:w="4003"/>
        <w:gridCol w:w="259"/>
        <w:gridCol w:w="259"/>
        <w:gridCol w:w="4003"/>
        <w:gridCol w:w="230"/>
        <w:gridCol w:w="547"/>
      </w:tblGrid>
      <w:tr w:rsidR="00124B62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0001</w:t>
                  </w:r>
                </w:p>
              </w:tc>
            </w:tr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No.</w:t>
                  </w:r>
                </w:p>
              </w:tc>
            </w:tr>
          </w:tbl>
          <w:p w:rsidR="00124B62" w:rsidRDefault="00124B62"/>
        </w:tc>
        <w:tc>
          <w:tcPr>
            <w:tcW w:w="230" w:type="dxa"/>
          </w:tcPr>
          <w:p w:rsidR="00124B62" w:rsidRDefault="00124B62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affle Info"/>
            </w:tblPr>
            <w:tblGrid>
              <w:gridCol w:w="3988"/>
            </w:tblGrid>
            <w:tr w:rsidR="00124B62">
              <w:trPr>
                <w:trHeight w:hRule="exact" w:val="1008"/>
              </w:trPr>
              <w:sdt>
                <w:sdtPr>
                  <w:alias w:val="Event Name"/>
                  <w:tag w:val=""/>
                  <w:id w:val="-1897115526"/>
                  <w:placeholder>
                    <w:docPart w:val="23D9E96C7DD649A0BE37704ED7409126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124B62" w:rsidRDefault="00DD47D0">
                      <w:pPr>
                        <w:pStyle w:val="Title"/>
                      </w:pPr>
                      <w:r>
                        <w:t>[Name of</w:t>
                      </w:r>
                      <w:r>
                        <w:br/>
                        <w:t>Raffle Event]</w:t>
                      </w:r>
                    </w:p>
                  </w:tc>
                </w:sdtContent>
              </w:sdt>
            </w:tr>
            <w:tr w:rsidR="00124B62">
              <w:trPr>
                <w:trHeight w:hRule="exact" w:val="1368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Subtitle"/>
                  </w:pPr>
                  <w: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124B62">
                    <w:tc>
                      <w:tcPr>
                        <w:tcW w:w="1324" w:type="dxa"/>
                        <w:tcBorders>
                          <w:righ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3rd PRize</w:t>
                        </w:r>
                      </w:p>
                    </w:tc>
                  </w:tr>
                  <w:tr w:rsidR="00124B62">
                    <w:sdt>
                      <w:sdtPr>
                        <w:alias w:val="1st Prize"/>
                        <w:tag w:val=""/>
                        <w:id w:val="-1283268038"/>
                        <w:placeholder>
                          <w:docPart w:val="EAC012E4128A4389A17DB42A5D2A77AF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alias w:val="2nd Prize"/>
                        <w:tag w:val=""/>
                        <w:id w:val="446887098"/>
                        <w:placeholder>
                          <w:docPart w:val="03E4D2B22E82414880BA2571ADDF7CFA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AE4E54" w:themeColor="accent1"/>
                              <w:righ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alias w:val="3rd Prize"/>
                        <w:tag w:val=""/>
                        <w:id w:val="-137034046"/>
                        <w:placeholder>
                          <w:docPart w:val="8E49D183F9F948E281A744C958BA0139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124B62" w:rsidRDefault="00124B62">
                  <w:bookmarkStart w:id="0" w:name="_GoBack"/>
                  <w:bookmarkEnd w:id="0"/>
                </w:p>
              </w:tc>
            </w:tr>
            <w:tr w:rsidR="00124B62">
              <w:trPr>
                <w:trHeight w:hRule="exact" w:val="432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1284232669"/>
                      <w:placeholder>
                        <w:docPart w:val="C5D8DD62ACFB4E4BB2D4B259CD4AC6A6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$10</w:t>
                      </w:r>
                    </w:sdtContent>
                  </w:sdt>
                </w:p>
              </w:tc>
            </w:tr>
          </w:tbl>
          <w:p w:rsidR="00124B62" w:rsidRDefault="00124B62"/>
        </w:tc>
        <w:tc>
          <w:tcPr>
            <w:tcW w:w="259" w:type="dxa"/>
          </w:tcPr>
          <w:p w:rsidR="00124B62" w:rsidRDefault="00124B62"/>
        </w:tc>
        <w:tc>
          <w:tcPr>
            <w:tcW w:w="259" w:type="dxa"/>
          </w:tcPr>
          <w:p w:rsidR="00124B62" w:rsidRDefault="00124B62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icket Holder Info"/>
            </w:tblPr>
            <w:tblGrid>
              <w:gridCol w:w="3988"/>
            </w:tblGrid>
            <w:tr w:rsidR="00124B62">
              <w:trPr>
                <w:trHeight w:hRule="exact" w:val="1008"/>
              </w:trPr>
              <w:sdt>
                <w:sdtPr>
                  <w:alias w:val="Event Name"/>
                  <w:tag w:val=""/>
                  <w:id w:val="1689951316"/>
                  <w:placeholder>
                    <w:docPart w:val="23D9E96C7DD649A0BE37704ED7409126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124B62" w:rsidRDefault="00DD47D0">
                      <w:pPr>
                        <w:pStyle w:val="Title"/>
                      </w:pPr>
                      <w:r>
                        <w:t>[Name of</w:t>
                      </w:r>
                      <w:r>
                        <w:br/>
                        <w:t>Raffle Event]</w:t>
                      </w:r>
                    </w:p>
                  </w:tc>
                </w:sdtContent>
              </w:sdt>
            </w:tr>
            <w:tr w:rsidR="00124B62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124B62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  <w:tr w:rsidR="00124B62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  <w:tr w:rsidR="00124B62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</w:tbl>
                <w:p w:rsidR="00124B62" w:rsidRDefault="00124B62"/>
              </w:tc>
            </w:tr>
            <w:tr w:rsidR="00124B62">
              <w:trPr>
                <w:trHeight w:hRule="exact" w:val="432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-1949227998"/>
                      <w:placeholder>
                        <w:docPart w:val="C5D8DD62ACFB4E4BB2D4B259CD4AC6A6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$10</w:t>
                      </w:r>
                    </w:sdtContent>
                  </w:sdt>
                </w:p>
              </w:tc>
            </w:tr>
          </w:tbl>
          <w:p w:rsidR="00124B62" w:rsidRDefault="00124B62"/>
        </w:tc>
        <w:tc>
          <w:tcPr>
            <w:tcW w:w="230" w:type="dxa"/>
          </w:tcPr>
          <w:p w:rsidR="00124B62" w:rsidRDefault="00124B62"/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No.</w:t>
                  </w:r>
                </w:p>
              </w:tc>
            </w:tr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0001</w:t>
                  </w:r>
                </w:p>
              </w:tc>
            </w:tr>
          </w:tbl>
          <w:p w:rsidR="00124B62" w:rsidRDefault="00124B62"/>
        </w:tc>
      </w:tr>
      <w:tr w:rsidR="00124B62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0002</w:t>
                  </w:r>
                </w:p>
              </w:tc>
            </w:tr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No.</w:t>
                  </w:r>
                </w:p>
              </w:tc>
            </w:tr>
          </w:tbl>
          <w:p w:rsidR="00124B62" w:rsidRDefault="00124B62"/>
        </w:tc>
        <w:tc>
          <w:tcPr>
            <w:tcW w:w="230" w:type="dxa"/>
          </w:tcPr>
          <w:p w:rsidR="00124B62" w:rsidRDefault="00124B62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affle Info"/>
            </w:tblPr>
            <w:tblGrid>
              <w:gridCol w:w="3988"/>
            </w:tblGrid>
            <w:tr w:rsidR="00124B62">
              <w:trPr>
                <w:trHeight w:hRule="exact" w:val="1008"/>
              </w:trPr>
              <w:sdt>
                <w:sdtPr>
                  <w:alias w:val="Event Name"/>
                  <w:tag w:val=""/>
                  <w:id w:val="-993635191"/>
                  <w:placeholder>
                    <w:docPart w:val="23D9E96C7DD649A0BE37704ED7409126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124B62" w:rsidRDefault="00DD47D0">
                      <w:pPr>
                        <w:pStyle w:val="Title"/>
                      </w:pPr>
                      <w:r>
                        <w:t>[Name of</w:t>
                      </w:r>
                      <w:r>
                        <w:br/>
                        <w:t>Raffle Event]</w:t>
                      </w:r>
                    </w:p>
                  </w:tc>
                </w:sdtContent>
              </w:sdt>
            </w:tr>
            <w:tr w:rsidR="00124B62">
              <w:trPr>
                <w:trHeight w:hRule="exact" w:val="1368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Subtitle"/>
                  </w:pPr>
                  <w: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124B62">
                    <w:tc>
                      <w:tcPr>
                        <w:tcW w:w="1324" w:type="dxa"/>
                        <w:tcBorders>
                          <w:righ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3rd PRize</w:t>
                        </w:r>
                      </w:p>
                    </w:tc>
                  </w:tr>
                  <w:tr w:rsidR="00124B62">
                    <w:sdt>
                      <w:sdtPr>
                        <w:alias w:val="1st Prize"/>
                        <w:tag w:val=""/>
                        <w:id w:val="-1623994183"/>
                        <w:placeholder>
                          <w:docPart w:val="EAC012E4128A4389A17DB42A5D2A77AF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alias w:val="2nd Prize"/>
                        <w:tag w:val=""/>
                        <w:id w:val="-1581049775"/>
                        <w:placeholder>
                          <w:docPart w:val="03E4D2B22E82414880BA2571ADDF7CFA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AE4E54" w:themeColor="accent1"/>
                              <w:righ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alias w:val="3rd Prize"/>
                        <w:tag w:val=""/>
                        <w:id w:val="744920675"/>
                        <w:placeholder>
                          <w:docPart w:val="8E49D183F9F948E281A744C958BA0139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124B62" w:rsidRDefault="00124B62"/>
              </w:tc>
            </w:tr>
            <w:tr w:rsidR="00124B62">
              <w:trPr>
                <w:trHeight w:hRule="exact" w:val="432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1183328845"/>
                      <w:placeholder>
                        <w:docPart w:val="C5D8DD62ACFB4E4BB2D4B259CD4AC6A6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$10</w:t>
                      </w:r>
                    </w:sdtContent>
                  </w:sdt>
                </w:p>
              </w:tc>
            </w:tr>
          </w:tbl>
          <w:p w:rsidR="00124B62" w:rsidRDefault="00124B62"/>
        </w:tc>
        <w:tc>
          <w:tcPr>
            <w:tcW w:w="259" w:type="dxa"/>
          </w:tcPr>
          <w:p w:rsidR="00124B62" w:rsidRDefault="00124B62"/>
        </w:tc>
        <w:tc>
          <w:tcPr>
            <w:tcW w:w="259" w:type="dxa"/>
          </w:tcPr>
          <w:p w:rsidR="00124B62" w:rsidRDefault="00124B62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icket Holder Info"/>
            </w:tblPr>
            <w:tblGrid>
              <w:gridCol w:w="3988"/>
            </w:tblGrid>
            <w:tr w:rsidR="00124B62">
              <w:trPr>
                <w:trHeight w:hRule="exact" w:val="1008"/>
              </w:trPr>
              <w:sdt>
                <w:sdtPr>
                  <w:alias w:val="Event Name"/>
                  <w:tag w:val=""/>
                  <w:id w:val="-1004816057"/>
                  <w:placeholder>
                    <w:docPart w:val="23D9E96C7DD649A0BE37704ED7409126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124B62" w:rsidRDefault="00DD47D0">
                      <w:pPr>
                        <w:pStyle w:val="Title"/>
                      </w:pPr>
                      <w:r>
                        <w:t>[Name of</w:t>
                      </w:r>
                      <w:r>
                        <w:br/>
                        <w:t>Raffle Event]</w:t>
                      </w:r>
                    </w:p>
                  </w:tc>
                </w:sdtContent>
              </w:sdt>
            </w:tr>
            <w:tr w:rsidR="00124B62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124B62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  <w:tr w:rsidR="00124B62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  <w:tr w:rsidR="00124B62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</w:tbl>
                <w:p w:rsidR="00124B62" w:rsidRDefault="00124B62"/>
              </w:tc>
            </w:tr>
            <w:tr w:rsidR="00124B62">
              <w:trPr>
                <w:trHeight w:hRule="exact" w:val="432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1603914356"/>
                      <w:placeholder>
                        <w:docPart w:val="C5D8DD62ACFB4E4BB2D4B259CD4AC6A6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$10</w:t>
                      </w:r>
                    </w:sdtContent>
                  </w:sdt>
                </w:p>
              </w:tc>
            </w:tr>
          </w:tbl>
          <w:p w:rsidR="00124B62" w:rsidRDefault="00124B62"/>
        </w:tc>
        <w:tc>
          <w:tcPr>
            <w:tcW w:w="230" w:type="dxa"/>
          </w:tcPr>
          <w:p w:rsidR="00124B62" w:rsidRDefault="00124B62"/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No.</w:t>
                  </w:r>
                </w:p>
              </w:tc>
            </w:tr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0002</w:t>
                  </w:r>
                </w:p>
              </w:tc>
            </w:tr>
          </w:tbl>
          <w:p w:rsidR="00124B62" w:rsidRDefault="00124B62"/>
        </w:tc>
      </w:tr>
      <w:tr w:rsidR="00124B62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0003</w:t>
                  </w:r>
                </w:p>
              </w:tc>
            </w:tr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No.</w:t>
                  </w:r>
                </w:p>
              </w:tc>
            </w:tr>
          </w:tbl>
          <w:p w:rsidR="00124B62" w:rsidRDefault="00124B62"/>
        </w:tc>
        <w:tc>
          <w:tcPr>
            <w:tcW w:w="230" w:type="dxa"/>
          </w:tcPr>
          <w:p w:rsidR="00124B62" w:rsidRDefault="00124B62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affle Info"/>
            </w:tblPr>
            <w:tblGrid>
              <w:gridCol w:w="3988"/>
            </w:tblGrid>
            <w:tr w:rsidR="00124B62">
              <w:trPr>
                <w:trHeight w:hRule="exact" w:val="1008"/>
              </w:trPr>
              <w:sdt>
                <w:sdtPr>
                  <w:alias w:val="Event Name"/>
                  <w:tag w:val=""/>
                  <w:id w:val="566146032"/>
                  <w:placeholder>
                    <w:docPart w:val="23D9E96C7DD649A0BE37704ED7409126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124B62" w:rsidRDefault="00DD47D0">
                      <w:pPr>
                        <w:pStyle w:val="Title"/>
                      </w:pPr>
                      <w:r>
                        <w:t>[Name of</w:t>
                      </w:r>
                      <w:r>
                        <w:br/>
                        <w:t>Raffle Event]</w:t>
                      </w:r>
                    </w:p>
                  </w:tc>
                </w:sdtContent>
              </w:sdt>
            </w:tr>
            <w:tr w:rsidR="00124B62">
              <w:trPr>
                <w:trHeight w:hRule="exact" w:val="1368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Subtitle"/>
                  </w:pPr>
                  <w: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124B62">
                    <w:tc>
                      <w:tcPr>
                        <w:tcW w:w="1324" w:type="dxa"/>
                        <w:tcBorders>
                          <w:righ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3rd PRize</w:t>
                        </w:r>
                      </w:p>
                    </w:tc>
                  </w:tr>
                  <w:tr w:rsidR="00124B62">
                    <w:sdt>
                      <w:sdtPr>
                        <w:alias w:val="1st Prize"/>
                        <w:tag w:val=""/>
                        <w:id w:val="-1252194293"/>
                        <w:placeholder>
                          <w:docPart w:val="EAC012E4128A4389A17DB42A5D2A77AF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alias w:val="2nd Prize"/>
                        <w:tag w:val=""/>
                        <w:id w:val="-649829600"/>
                        <w:placeholder>
                          <w:docPart w:val="03E4D2B22E82414880BA2571ADDF7CFA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AE4E54" w:themeColor="accent1"/>
                              <w:righ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alias w:val="3rd Prize"/>
                        <w:tag w:val=""/>
                        <w:id w:val="224199301"/>
                        <w:placeholder>
                          <w:docPart w:val="8E49D183F9F948E281A744C958BA0139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124B62" w:rsidRDefault="00124B62"/>
              </w:tc>
            </w:tr>
            <w:tr w:rsidR="00124B62">
              <w:trPr>
                <w:trHeight w:hRule="exact" w:val="432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899876217"/>
                      <w:placeholder>
                        <w:docPart w:val="C5D8DD62ACFB4E4BB2D4B259CD4AC6A6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$10</w:t>
                      </w:r>
                    </w:sdtContent>
                  </w:sdt>
                </w:p>
              </w:tc>
            </w:tr>
          </w:tbl>
          <w:p w:rsidR="00124B62" w:rsidRDefault="00124B62"/>
        </w:tc>
        <w:tc>
          <w:tcPr>
            <w:tcW w:w="259" w:type="dxa"/>
          </w:tcPr>
          <w:p w:rsidR="00124B62" w:rsidRDefault="00124B62"/>
        </w:tc>
        <w:tc>
          <w:tcPr>
            <w:tcW w:w="259" w:type="dxa"/>
          </w:tcPr>
          <w:p w:rsidR="00124B62" w:rsidRDefault="00124B62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icket Holder Info"/>
            </w:tblPr>
            <w:tblGrid>
              <w:gridCol w:w="3988"/>
            </w:tblGrid>
            <w:tr w:rsidR="00124B62">
              <w:trPr>
                <w:trHeight w:hRule="exact" w:val="1008"/>
              </w:trPr>
              <w:sdt>
                <w:sdtPr>
                  <w:alias w:val="Event Name"/>
                  <w:tag w:val=""/>
                  <w:id w:val="-1083916936"/>
                  <w:placeholder>
                    <w:docPart w:val="23D9E96C7DD649A0BE37704ED7409126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124B62" w:rsidRDefault="00DD47D0">
                      <w:pPr>
                        <w:pStyle w:val="Title"/>
                      </w:pPr>
                      <w:r>
                        <w:t>[Name of</w:t>
                      </w:r>
                      <w:r>
                        <w:br/>
                        <w:t>Raffle Event]</w:t>
                      </w:r>
                    </w:p>
                  </w:tc>
                </w:sdtContent>
              </w:sdt>
            </w:tr>
            <w:tr w:rsidR="00124B62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124B62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  <w:tr w:rsidR="00124B62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  <w:tr w:rsidR="00124B62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</w:tbl>
                <w:p w:rsidR="00124B62" w:rsidRDefault="00124B62"/>
              </w:tc>
            </w:tr>
            <w:tr w:rsidR="00124B62">
              <w:trPr>
                <w:trHeight w:hRule="exact" w:val="432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994687085"/>
                      <w:placeholder>
                        <w:docPart w:val="C5D8DD62ACFB4E4BB2D4B259CD4AC6A6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$10</w:t>
                      </w:r>
                    </w:sdtContent>
                  </w:sdt>
                </w:p>
              </w:tc>
            </w:tr>
          </w:tbl>
          <w:p w:rsidR="00124B62" w:rsidRDefault="00124B62"/>
        </w:tc>
        <w:tc>
          <w:tcPr>
            <w:tcW w:w="230" w:type="dxa"/>
          </w:tcPr>
          <w:p w:rsidR="00124B62" w:rsidRDefault="00124B62"/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No.</w:t>
                  </w:r>
                </w:p>
              </w:tc>
            </w:tr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0003</w:t>
                  </w:r>
                </w:p>
              </w:tc>
            </w:tr>
          </w:tbl>
          <w:p w:rsidR="00124B62" w:rsidRDefault="00124B62"/>
        </w:tc>
      </w:tr>
      <w:tr w:rsidR="00124B62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0004</w:t>
                  </w:r>
                </w:p>
              </w:tc>
            </w:tr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No.</w:t>
                  </w:r>
                </w:p>
              </w:tc>
            </w:tr>
          </w:tbl>
          <w:p w:rsidR="00124B62" w:rsidRDefault="00124B62"/>
        </w:tc>
        <w:tc>
          <w:tcPr>
            <w:tcW w:w="230" w:type="dxa"/>
          </w:tcPr>
          <w:p w:rsidR="00124B62" w:rsidRDefault="00124B62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affle Info"/>
            </w:tblPr>
            <w:tblGrid>
              <w:gridCol w:w="3988"/>
            </w:tblGrid>
            <w:tr w:rsidR="00124B62">
              <w:trPr>
                <w:trHeight w:hRule="exact" w:val="1008"/>
              </w:trPr>
              <w:sdt>
                <w:sdtPr>
                  <w:alias w:val="Event Name"/>
                  <w:tag w:val=""/>
                  <w:id w:val="1044489191"/>
                  <w:placeholder>
                    <w:docPart w:val="23D9E96C7DD649A0BE37704ED7409126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124B62" w:rsidRDefault="00DD47D0">
                      <w:pPr>
                        <w:pStyle w:val="Title"/>
                      </w:pPr>
                      <w:r>
                        <w:t>[Name of</w:t>
                      </w:r>
                      <w:r>
                        <w:br/>
                        <w:t>Raffle Event]</w:t>
                      </w:r>
                    </w:p>
                  </w:tc>
                </w:sdtContent>
              </w:sdt>
            </w:tr>
            <w:tr w:rsidR="00124B62">
              <w:trPr>
                <w:trHeight w:hRule="exact" w:val="1368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Subtitle"/>
                  </w:pPr>
                  <w:r>
                    <w:t>Drawing Will Be Held at the</w:t>
                  </w:r>
                  <w:r>
                    <w:t xml:space="preserve">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124B62">
                    <w:tc>
                      <w:tcPr>
                        <w:tcW w:w="1324" w:type="dxa"/>
                        <w:tcBorders>
                          <w:righ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3rd PRize</w:t>
                        </w:r>
                      </w:p>
                    </w:tc>
                  </w:tr>
                  <w:tr w:rsidR="00124B62">
                    <w:sdt>
                      <w:sdtPr>
                        <w:alias w:val="1st Prize"/>
                        <w:tag w:val=""/>
                        <w:id w:val="-119844896"/>
                        <w:placeholder>
                          <w:docPart w:val="EAC012E4128A4389A17DB42A5D2A77AF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alias w:val="2nd Prize"/>
                        <w:tag w:val=""/>
                        <w:id w:val="-1905368264"/>
                        <w:placeholder>
                          <w:docPart w:val="03E4D2B22E82414880BA2571ADDF7CFA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AE4E54" w:themeColor="accent1"/>
                              <w:righ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alias w:val="3rd Prize"/>
                        <w:tag w:val=""/>
                        <w:id w:val="-1455935284"/>
                        <w:placeholder>
                          <w:docPart w:val="8E49D183F9F948E281A744C958BA0139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124B62" w:rsidRDefault="00124B62"/>
              </w:tc>
            </w:tr>
            <w:tr w:rsidR="00124B62">
              <w:trPr>
                <w:trHeight w:hRule="exact" w:val="432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-1872139882"/>
                      <w:placeholder>
                        <w:docPart w:val="C5D8DD62ACFB4E4BB2D4B259CD4AC6A6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$10</w:t>
                      </w:r>
                    </w:sdtContent>
                  </w:sdt>
                </w:p>
              </w:tc>
            </w:tr>
          </w:tbl>
          <w:p w:rsidR="00124B62" w:rsidRDefault="00124B62"/>
        </w:tc>
        <w:tc>
          <w:tcPr>
            <w:tcW w:w="259" w:type="dxa"/>
          </w:tcPr>
          <w:p w:rsidR="00124B62" w:rsidRDefault="00124B62"/>
        </w:tc>
        <w:tc>
          <w:tcPr>
            <w:tcW w:w="259" w:type="dxa"/>
          </w:tcPr>
          <w:p w:rsidR="00124B62" w:rsidRDefault="00124B62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icket Holder Info"/>
            </w:tblPr>
            <w:tblGrid>
              <w:gridCol w:w="3988"/>
            </w:tblGrid>
            <w:tr w:rsidR="00124B62">
              <w:trPr>
                <w:trHeight w:hRule="exact" w:val="1008"/>
              </w:trPr>
              <w:sdt>
                <w:sdtPr>
                  <w:alias w:val="Event Name"/>
                  <w:tag w:val=""/>
                  <w:id w:val="-254596858"/>
                  <w:placeholder>
                    <w:docPart w:val="23D9E96C7DD649A0BE37704ED7409126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124B62" w:rsidRDefault="00DD47D0">
                      <w:pPr>
                        <w:pStyle w:val="Title"/>
                      </w:pPr>
                      <w:r>
                        <w:t>[Name of</w:t>
                      </w:r>
                      <w:r>
                        <w:br/>
                        <w:t>Raffle Event]</w:t>
                      </w:r>
                    </w:p>
                  </w:tc>
                </w:sdtContent>
              </w:sdt>
            </w:tr>
            <w:tr w:rsidR="00124B62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124B62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  <w:tr w:rsidR="00124B62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  <w:tr w:rsidR="00124B62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</w:tbl>
                <w:p w:rsidR="00124B62" w:rsidRDefault="00124B62"/>
              </w:tc>
            </w:tr>
            <w:tr w:rsidR="00124B62">
              <w:trPr>
                <w:trHeight w:hRule="exact" w:val="432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-413246767"/>
                      <w:placeholder>
                        <w:docPart w:val="C5D8DD62ACFB4E4BB2D4B259CD4AC6A6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$10</w:t>
                      </w:r>
                    </w:sdtContent>
                  </w:sdt>
                </w:p>
              </w:tc>
            </w:tr>
          </w:tbl>
          <w:p w:rsidR="00124B62" w:rsidRDefault="00124B62"/>
        </w:tc>
        <w:tc>
          <w:tcPr>
            <w:tcW w:w="230" w:type="dxa"/>
          </w:tcPr>
          <w:p w:rsidR="00124B62" w:rsidRDefault="00124B62"/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No.</w:t>
                  </w:r>
                </w:p>
              </w:tc>
            </w:tr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0004</w:t>
                  </w:r>
                </w:p>
              </w:tc>
            </w:tr>
          </w:tbl>
          <w:p w:rsidR="00124B62" w:rsidRDefault="00124B62"/>
        </w:tc>
      </w:tr>
      <w:tr w:rsidR="00124B62">
        <w:trPr>
          <w:trHeight w:hRule="exact" w:val="2880"/>
        </w:trPr>
        <w:tc>
          <w:tcPr>
            <w:tcW w:w="540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0005</w:t>
                  </w:r>
                </w:p>
              </w:tc>
            </w:tr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btLr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No.</w:t>
                  </w:r>
                </w:p>
              </w:tc>
            </w:tr>
          </w:tbl>
          <w:p w:rsidR="00124B62" w:rsidRDefault="00124B62"/>
        </w:tc>
        <w:tc>
          <w:tcPr>
            <w:tcW w:w="230" w:type="dxa"/>
          </w:tcPr>
          <w:p w:rsidR="00124B62" w:rsidRDefault="00124B62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affle Info"/>
            </w:tblPr>
            <w:tblGrid>
              <w:gridCol w:w="3988"/>
            </w:tblGrid>
            <w:tr w:rsidR="00124B62">
              <w:trPr>
                <w:trHeight w:hRule="exact" w:val="1008"/>
              </w:trPr>
              <w:sdt>
                <w:sdtPr>
                  <w:alias w:val="Event Name"/>
                  <w:tag w:val=""/>
                  <w:id w:val="1001699177"/>
                  <w:placeholder>
                    <w:docPart w:val="23D9E96C7DD649A0BE37704ED7409126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124B62" w:rsidRDefault="00DD47D0">
                      <w:pPr>
                        <w:pStyle w:val="Title"/>
                      </w:pPr>
                      <w:r>
                        <w:t>[Name of</w:t>
                      </w:r>
                      <w:r>
                        <w:br/>
                        <w:t>Raffle Event]</w:t>
                      </w:r>
                    </w:p>
                  </w:tc>
                </w:sdtContent>
              </w:sdt>
            </w:tr>
            <w:tr w:rsidR="00124B62">
              <w:trPr>
                <w:trHeight w:hRule="exact" w:val="1368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Subtitle"/>
                  </w:pPr>
                  <w:r>
                    <w:t>Drawing Will Be Held at the End of the Night</w:t>
                  </w:r>
                </w:p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24"/>
                    <w:gridCol w:w="1324"/>
                    <w:gridCol w:w="1325"/>
                  </w:tblGrid>
                  <w:tr w:rsidR="00124B62">
                    <w:tc>
                      <w:tcPr>
                        <w:tcW w:w="1324" w:type="dxa"/>
                        <w:tcBorders>
                          <w:righ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1st Prize</w:t>
                        </w:r>
                      </w:p>
                    </w:tc>
                    <w:tc>
                      <w:tcPr>
                        <w:tcW w:w="1324" w:type="dxa"/>
                        <w:tcBorders>
                          <w:left w:val="single" w:sz="4" w:space="0" w:color="AE4E54" w:themeColor="accent1"/>
                          <w:righ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2nd PRize</w:t>
                        </w:r>
                      </w:p>
                    </w:tc>
                    <w:tc>
                      <w:tcPr>
                        <w:tcW w:w="1325" w:type="dxa"/>
                        <w:tcBorders>
                          <w:left w:val="single" w:sz="4" w:space="0" w:color="AE4E54" w:themeColor="accent1"/>
                        </w:tcBorders>
                      </w:tcPr>
                      <w:p w:rsidR="00124B62" w:rsidRDefault="00DD47D0">
                        <w:pPr>
                          <w:pStyle w:val="PrizeHeading"/>
                        </w:pPr>
                        <w:r>
                          <w:t>3rd PRize</w:t>
                        </w:r>
                      </w:p>
                    </w:tc>
                  </w:tr>
                  <w:tr w:rsidR="00124B62">
                    <w:sdt>
                      <w:sdtPr>
                        <w:alias w:val="1st Prize"/>
                        <w:tag w:val=""/>
                        <w:id w:val="1649556157"/>
                        <w:placeholder>
                          <w:docPart w:val="EAC012E4128A4389A17DB42A5D2A77AF"/>
                        </w:placeholder>
                        <w:showingPlcHdr/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righ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$500</w:t>
                            </w:r>
                          </w:p>
                        </w:tc>
                      </w:sdtContent>
                    </w:sdt>
                    <w:sdt>
                      <w:sdtPr>
                        <w:alias w:val="2nd Prize"/>
                        <w:tag w:val=""/>
                        <w:id w:val="-1364901792"/>
                        <w:placeholder>
                          <w:docPart w:val="03E4D2B22E82414880BA2571ADDF7CFA"/>
                        </w:placeholder>
                        <w:showingPlcHdr/>
                        <w:dataBinding w:prefixMappings="xmlns:ns0='http://schemas.microsoft.com/office/2006/coverPageProps' " w:xpath="/ns0:CoverPageProperties[1]/ns0:CompanyEmail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4" w:type="dxa"/>
                            <w:tcBorders>
                              <w:left w:val="single" w:sz="4" w:space="0" w:color="AE4E54" w:themeColor="accent1"/>
                              <w:righ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$250</w:t>
                            </w:r>
                          </w:p>
                        </w:tc>
                      </w:sdtContent>
                    </w:sdt>
                    <w:sdt>
                      <w:sdtPr>
                        <w:alias w:val="3rd Prize"/>
                        <w:tag w:val=""/>
                        <w:id w:val="133536687"/>
                        <w:placeholder>
                          <w:docPart w:val="8E49D183F9F948E281A744C958BA0139"/>
                        </w:placeholder>
                        <w:showingPlcHdr/>
                        <w:dataBinding w:prefixMappings="xmlns:ns0='http://schemas.microsoft.com/office/2006/coverPageProps' " w:xpath="/ns0:CoverPageProperties[1]/ns0:CompanyFax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1325" w:type="dxa"/>
                            <w:tcBorders>
                              <w:left w:val="single" w:sz="4" w:space="0" w:color="AE4E54" w:themeColor="accent1"/>
                            </w:tcBorders>
                          </w:tcPr>
                          <w:p w:rsidR="00124B62" w:rsidRDefault="00DD47D0">
                            <w:pPr>
                              <w:pStyle w:val="PrizeValue"/>
                            </w:pPr>
                            <w:r>
                              <w:t>$100</w:t>
                            </w:r>
                          </w:p>
                        </w:tc>
                      </w:sdtContent>
                    </w:sdt>
                  </w:tr>
                </w:tbl>
                <w:p w:rsidR="00124B62" w:rsidRDefault="00124B62"/>
              </w:tc>
            </w:tr>
            <w:tr w:rsidR="00124B62">
              <w:trPr>
                <w:trHeight w:hRule="exact" w:val="432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1357690715"/>
                      <w:placeholder>
                        <w:docPart w:val="C5D8DD62ACFB4E4BB2D4B259CD4AC6A6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$10</w:t>
                      </w:r>
                    </w:sdtContent>
                  </w:sdt>
                </w:p>
              </w:tc>
            </w:tr>
          </w:tbl>
          <w:p w:rsidR="00124B62" w:rsidRDefault="00124B62"/>
        </w:tc>
        <w:tc>
          <w:tcPr>
            <w:tcW w:w="259" w:type="dxa"/>
          </w:tcPr>
          <w:p w:rsidR="00124B62" w:rsidRDefault="00124B62"/>
        </w:tc>
        <w:tc>
          <w:tcPr>
            <w:tcW w:w="259" w:type="dxa"/>
          </w:tcPr>
          <w:p w:rsidR="00124B62" w:rsidRDefault="00124B62"/>
        </w:tc>
        <w:tc>
          <w:tcPr>
            <w:tcW w:w="4003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Ticket Holder Info"/>
            </w:tblPr>
            <w:tblGrid>
              <w:gridCol w:w="3988"/>
            </w:tblGrid>
            <w:tr w:rsidR="00124B62">
              <w:trPr>
                <w:trHeight w:hRule="exact" w:val="1008"/>
              </w:trPr>
              <w:sdt>
                <w:sdtPr>
                  <w:alias w:val="Event Name"/>
                  <w:tag w:val=""/>
                  <w:id w:val="-342084493"/>
                  <w:placeholder>
                    <w:docPart w:val="23D9E96C7DD649A0BE37704ED7409126"/>
                  </w:placeholder>
                  <w:showingPlcHdr/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 w:multiLine="1"/>
                </w:sdtPr>
                <w:sdtEndPr/>
                <w:sdtContent>
                  <w:tc>
                    <w:tcPr>
                      <w:tcW w:w="3988" w:type="dxa"/>
                      <w:vAlign w:val="center"/>
                    </w:tcPr>
                    <w:p w:rsidR="00124B62" w:rsidRDefault="00DD47D0">
                      <w:pPr>
                        <w:pStyle w:val="Title"/>
                      </w:pPr>
                      <w:r>
                        <w:t>[Name of</w:t>
                      </w:r>
                      <w:r>
                        <w:br/>
                        <w:t>Raffle Event]</w:t>
                      </w:r>
                    </w:p>
                  </w:tc>
                </w:sdtContent>
              </w:sdt>
            </w:tr>
            <w:tr w:rsidR="00124B62">
              <w:trPr>
                <w:trHeight w:hRule="exact" w:val="1368"/>
              </w:trPr>
              <w:tc>
                <w:tcPr>
                  <w:tcW w:w="3988" w:type="dxa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9"/>
                    <w:gridCol w:w="3414"/>
                  </w:tblGrid>
                  <w:tr w:rsidR="00124B62">
                    <w:trPr>
                      <w:trHeight w:hRule="exact" w:val="331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Name:</w:t>
                        </w:r>
                      </w:p>
                    </w:tc>
                    <w:tc>
                      <w:tcPr>
                        <w:tcW w:w="3414" w:type="dxa"/>
                        <w:tcBorders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  <w:tr w:rsidR="00124B62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Phone: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  <w:tr w:rsidR="00124B62">
                    <w:trPr>
                      <w:trHeight w:hRule="exact" w:val="403"/>
                    </w:trPr>
                    <w:tc>
                      <w:tcPr>
                        <w:tcW w:w="559" w:type="dxa"/>
                        <w:vAlign w:val="bottom"/>
                      </w:tcPr>
                      <w:p w:rsidR="00124B62" w:rsidRDefault="00DD47D0">
                        <w:r>
                          <w:t>Email:</w:t>
                        </w:r>
                      </w:p>
                    </w:tc>
                    <w:tc>
                      <w:tcPr>
                        <w:tcW w:w="3414" w:type="dxa"/>
                        <w:tcBorders>
                          <w:top w:val="single" w:sz="4" w:space="0" w:color="D9D9D9" w:themeColor="background1" w:themeShade="D9"/>
                          <w:bottom w:val="single" w:sz="4" w:space="0" w:color="D9D9D9" w:themeColor="background1" w:themeShade="D9"/>
                        </w:tcBorders>
                        <w:vAlign w:val="bottom"/>
                      </w:tcPr>
                      <w:p w:rsidR="00124B62" w:rsidRDefault="00124B62"/>
                    </w:tc>
                  </w:tr>
                </w:tbl>
                <w:p w:rsidR="00124B62" w:rsidRDefault="00124B62"/>
              </w:tc>
            </w:tr>
            <w:tr w:rsidR="00124B62">
              <w:trPr>
                <w:trHeight w:hRule="exact" w:val="432"/>
              </w:trPr>
              <w:tc>
                <w:tcPr>
                  <w:tcW w:w="3988" w:type="dxa"/>
                </w:tcPr>
                <w:p w:rsidR="00124B62" w:rsidRDefault="00DD47D0">
                  <w:pPr>
                    <w:pStyle w:val="Terms"/>
                  </w:pPr>
                  <w:r>
                    <w:t xml:space="preserve">Do not Have to Be Present to Win </w:t>
                  </w:r>
                  <w:r>
                    <w:rPr>
                      <w:rStyle w:val="Strong"/>
                      <w:b w:val="0"/>
                    </w:rPr>
                    <w:t xml:space="preserve">/ </w:t>
                  </w:r>
                  <w:r>
                    <w:rPr>
                      <w:rStyle w:val="Strong"/>
                    </w:rPr>
                    <w:t xml:space="preserve">Donation - </w:t>
                  </w:r>
                  <w:sdt>
                    <w:sdtPr>
                      <w:rPr>
                        <w:rStyle w:val="Strong"/>
                      </w:rPr>
                      <w:alias w:val="Donation Amount"/>
                      <w:tag w:val=""/>
                      <w:id w:val="1919741598"/>
                      <w:placeholder>
                        <w:docPart w:val="C5D8DD62ACFB4E4BB2D4B259CD4AC6A6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$10</w:t>
                      </w:r>
                    </w:sdtContent>
                  </w:sdt>
                </w:p>
              </w:tc>
            </w:tr>
          </w:tbl>
          <w:p w:rsidR="00124B62" w:rsidRDefault="00124B62"/>
        </w:tc>
        <w:tc>
          <w:tcPr>
            <w:tcW w:w="230" w:type="dxa"/>
          </w:tcPr>
          <w:p w:rsidR="00124B62" w:rsidRDefault="00124B62"/>
        </w:tc>
        <w:tc>
          <w:tcPr>
            <w:tcW w:w="547" w:type="dxa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"/>
            </w:tblGrid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No.</w:t>
                  </w:r>
                </w:p>
              </w:tc>
            </w:tr>
            <w:tr w:rsidR="00124B62">
              <w:trPr>
                <w:cantSplit/>
                <w:trHeight w:hRule="exact" w:val="1440"/>
                <w:jc w:val="center"/>
              </w:trPr>
              <w:tc>
                <w:tcPr>
                  <w:tcW w:w="525" w:type="dxa"/>
                  <w:textDirection w:val="tbRl"/>
                  <w:vAlign w:val="center"/>
                </w:tcPr>
                <w:p w:rsidR="00124B62" w:rsidRDefault="00DD47D0">
                  <w:pPr>
                    <w:pStyle w:val="TicketNo"/>
                  </w:pPr>
                  <w:r>
                    <w:t>0005</w:t>
                  </w:r>
                </w:p>
              </w:tc>
            </w:tr>
          </w:tbl>
          <w:p w:rsidR="00124B62" w:rsidRDefault="00124B62"/>
        </w:tc>
      </w:tr>
    </w:tbl>
    <w:p w:rsidR="00124B62" w:rsidRDefault="00DD47D0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685800" y="457200"/>
                <wp:positionH relativeFrom="page">
                  <wp:align>center</wp:align>
                </wp:positionH>
                <wp:positionV relativeFrom="page">
                  <wp:posOffset>502920</wp:posOffset>
                </wp:positionV>
                <wp:extent cx="6309360" cy="9052560"/>
                <wp:effectExtent l="0" t="0" r="15240" b="15240"/>
                <wp:wrapNone/>
                <wp:docPr id="2" name="Group 1" descr="Raffle Ticket Background Ar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9360" cy="9052560"/>
                          <a:chOff x="0" y="0"/>
                          <a:chExt cx="6308725" cy="905256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296862" y="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 flipH="1">
                            <a:off x="6011862" y="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296862" y="1831374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18313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 flipH="1">
                            <a:off x="6011862" y="18313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296862" y="365760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0" y="36576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 flipH="1">
                            <a:off x="6011862" y="36576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96862" y="5488974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0" y="54889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 flipH="1">
                            <a:off x="6011862" y="5488974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96862" y="7315200"/>
                            <a:ext cx="5715000" cy="173736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0" y="73152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 flipH="1">
                            <a:off x="6011862" y="7315200"/>
                            <a:ext cx="296863" cy="1737360"/>
                          </a:xfrm>
                          <a:custGeom>
                            <a:avLst/>
                            <a:gdLst>
                              <a:gd name="T0" fmla="*/ 0 w 750"/>
                              <a:gd name="T1" fmla="*/ 0 h 4320"/>
                              <a:gd name="T2" fmla="*/ 750 w 750"/>
                              <a:gd name="T3" fmla="*/ 0 h 4320"/>
                              <a:gd name="T4" fmla="*/ 750 w 750"/>
                              <a:gd name="T5" fmla="*/ 4320 h 4320"/>
                              <a:gd name="T6" fmla="*/ 0 w 750"/>
                              <a:gd name="T7" fmla="*/ 4320 h 4320"/>
                              <a:gd name="T8" fmla="*/ 0 w 750"/>
                              <a:gd name="T9" fmla="*/ 2435 h 4320"/>
                              <a:gd name="T10" fmla="*/ 26 w 750"/>
                              <a:gd name="T11" fmla="*/ 2432 h 4320"/>
                              <a:gd name="T12" fmla="*/ 72 w 750"/>
                              <a:gd name="T13" fmla="*/ 2424 h 4320"/>
                              <a:gd name="T14" fmla="*/ 114 w 750"/>
                              <a:gd name="T15" fmla="*/ 2409 h 4320"/>
                              <a:gd name="T16" fmla="*/ 152 w 750"/>
                              <a:gd name="T17" fmla="*/ 2386 h 4320"/>
                              <a:gd name="T18" fmla="*/ 187 w 750"/>
                              <a:gd name="T19" fmla="*/ 2359 h 4320"/>
                              <a:gd name="T20" fmla="*/ 216 w 750"/>
                              <a:gd name="T21" fmla="*/ 2328 h 4320"/>
                              <a:gd name="T22" fmla="*/ 241 w 750"/>
                              <a:gd name="T23" fmla="*/ 2290 h 4320"/>
                              <a:gd name="T24" fmla="*/ 259 w 750"/>
                              <a:gd name="T25" fmla="*/ 2249 h 4320"/>
                              <a:gd name="T26" fmla="*/ 270 w 750"/>
                              <a:gd name="T27" fmla="*/ 2206 h 4320"/>
                              <a:gd name="T28" fmla="*/ 274 w 750"/>
                              <a:gd name="T29" fmla="*/ 2159 h 4320"/>
                              <a:gd name="T30" fmla="*/ 271 w 750"/>
                              <a:gd name="T31" fmla="*/ 2114 h 4320"/>
                              <a:gd name="T32" fmla="*/ 261 w 750"/>
                              <a:gd name="T33" fmla="*/ 2072 h 4320"/>
                              <a:gd name="T34" fmla="*/ 244 w 750"/>
                              <a:gd name="T35" fmla="*/ 2033 h 4320"/>
                              <a:gd name="T36" fmla="*/ 221 w 750"/>
                              <a:gd name="T37" fmla="*/ 1996 h 4320"/>
                              <a:gd name="T38" fmla="*/ 194 w 750"/>
                              <a:gd name="T39" fmla="*/ 1965 h 4320"/>
                              <a:gd name="T40" fmla="*/ 161 w 750"/>
                              <a:gd name="T41" fmla="*/ 1937 h 4320"/>
                              <a:gd name="T42" fmla="*/ 126 w 750"/>
                              <a:gd name="T43" fmla="*/ 1915 h 4320"/>
                              <a:gd name="T44" fmla="*/ 86 w 750"/>
                              <a:gd name="T45" fmla="*/ 1898 h 4320"/>
                              <a:gd name="T46" fmla="*/ 45 w 750"/>
                              <a:gd name="T47" fmla="*/ 1888 h 4320"/>
                              <a:gd name="T48" fmla="*/ 0 w 750"/>
                              <a:gd name="T49" fmla="*/ 1885 h 4320"/>
                              <a:gd name="T50" fmla="*/ 0 w 750"/>
                              <a:gd name="T51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50" h="4320">
                                <a:moveTo>
                                  <a:pt x="0" y="0"/>
                                </a:moveTo>
                                <a:lnTo>
                                  <a:pt x="750" y="0"/>
                                </a:lnTo>
                                <a:lnTo>
                                  <a:pt x="750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2435"/>
                                </a:lnTo>
                                <a:lnTo>
                                  <a:pt x="26" y="2432"/>
                                </a:lnTo>
                                <a:lnTo>
                                  <a:pt x="72" y="2424"/>
                                </a:lnTo>
                                <a:lnTo>
                                  <a:pt x="114" y="2409"/>
                                </a:lnTo>
                                <a:lnTo>
                                  <a:pt x="152" y="2386"/>
                                </a:lnTo>
                                <a:lnTo>
                                  <a:pt x="187" y="2359"/>
                                </a:lnTo>
                                <a:lnTo>
                                  <a:pt x="216" y="2328"/>
                                </a:lnTo>
                                <a:lnTo>
                                  <a:pt x="241" y="2290"/>
                                </a:lnTo>
                                <a:lnTo>
                                  <a:pt x="259" y="2249"/>
                                </a:lnTo>
                                <a:lnTo>
                                  <a:pt x="270" y="2206"/>
                                </a:lnTo>
                                <a:lnTo>
                                  <a:pt x="274" y="2159"/>
                                </a:lnTo>
                                <a:lnTo>
                                  <a:pt x="271" y="2114"/>
                                </a:lnTo>
                                <a:lnTo>
                                  <a:pt x="261" y="2072"/>
                                </a:lnTo>
                                <a:lnTo>
                                  <a:pt x="244" y="2033"/>
                                </a:lnTo>
                                <a:lnTo>
                                  <a:pt x="221" y="1996"/>
                                </a:lnTo>
                                <a:lnTo>
                                  <a:pt x="194" y="1965"/>
                                </a:lnTo>
                                <a:lnTo>
                                  <a:pt x="161" y="1937"/>
                                </a:lnTo>
                                <a:lnTo>
                                  <a:pt x="126" y="1915"/>
                                </a:lnTo>
                                <a:lnTo>
                                  <a:pt x="86" y="1898"/>
                                </a:lnTo>
                                <a:lnTo>
                                  <a:pt x="45" y="1888"/>
                                </a:lnTo>
                                <a:lnTo>
                                  <a:pt x="0" y="18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" o:spid="_x0000_s1026" alt="Description: Raffle Ticket Background Art" style="position:absolute;margin-left:0;margin-top:39.6pt;width:496.8pt;height:712.8pt;z-index:-251658240;mso-position-horizontal:center;mso-position-horizontal-relative:page;mso-position-vertical-relative:page;mso-width-relative:margin" coordsize="63087,90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">
                <v:rect id="Rectangle 3" o:spid="_x0000_s1027" style="position:absolute;left:2968;width:57150;height:17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zMCsEA&#10;AADaAAAADwAAAGRycy9kb3ducmV2LnhtbESPzWrDMBCE74W+g9hCb43clITgRgmhEOix+WlyXayN&#10;bWKtjFa13LePAoUeh5n5hlmuR9epgYK0ng28TgpQxJW3LdcGjoftywKURGSLnWcy8EsC69XjwxJL&#10;6xPvaNjHWmUIS4kGmhj7UmupGnIoE98TZ+/ig8OYZai1DZgy3HV6WhRz7bDlvNBgTx8NVdf9jzMQ&#10;U5oNUp3t5bgI6et0km88izHPT+PmHVSkMf6H/9qf1sAb3K/kG6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szArBAAAA2gAAAA8AAAAAAAAAAAAAAAAAmAIAAGRycy9kb3du&#10;cmV2LnhtbFBLBQYAAAAABAAEAPUAAACGAwAAAAA=&#10;" filled="f" strokecolor="#ae4e54 [3204]" strokeweight="1pt"/>
                <v:shape id="Freeform 4" o:spid="_x0000_s1028" style="position:absolute;width:2968;height:17373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Eb8QA&#10;AADaAAAADwAAAGRycy9kb3ducmV2LnhtbESPS2vDMBCE74H+B7GF3mK5bQjFsRxKX+QQyKuEHhdr&#10;K5tYK2MpsfPvo0Agx2FmvmHy+WAbcaLO144VPCcpCOLS6ZqNgt/d9/gNhA/IGhvHpOBMHubFwyjH&#10;TLueN3TaBiMihH2GCqoQ2kxKX1Zk0SeuJY7ev+sshig7I3WHfYTbRr6k6VRarDkuVNjSR0XlYXu0&#10;Csx0cTQ/+36yOsv15275emj/mi+lnh6H9xmIQEO4h2/thVYwgeuVeANk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BG/EAAAA2gAAAA8AAAAAAAAAAAAAAAAAmAIAAGRycy9k&#10;b3ducmV2LnhtbFBLBQYAAAAABAAEAPUAAACJAw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5" o:spid="_x0000_s1029" style="position:absolute;left:60118;width:2969;height:17373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iGMIA&#10;AADaAAAADwAAAGRycy9kb3ducmV2LnhtbESPQYvCMBSE74L/ITzBm6YWqtI1isguCl60iue3zdu2&#10;bPNSmmjrvzfCwh6HmfmGWW16U4sHta6yrGA2jUAQ51ZXXCi4Xr4mSxDOI2usLZOCJznYrIeDFaba&#10;dnymR+YLESDsUlRQet+kUrq8JINuahvi4P3Y1qAPsi2kbrELcFPLOIrm0mDFYaHEhnYl5b/Z3SjY&#10;n5JnnnTfWbG8nWafx0V8OexjpcajfvsBwlPv/8N/7YNWkMD7SrgB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uSIYwgAAANoAAAAPAAAAAAAAAAAAAAAAAJgCAABkcnMvZG93&#10;bnJldi54bWxQSwUGAAAAAAQABAD1AAAAhwMAAAAA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6" o:spid="_x0000_s1030" style="position:absolute;left:2968;top:18313;width:57150;height:173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vksAA&#10;AADaAAAADwAAAGRycy9kb3ducmV2LnhtbESPwWrDMBBE74H+g9hCb4ncQkNwo4QQKOTYJqlzXayN&#10;bWqtjFax3L+vCoEeh5l5w6y3k+vVSEE6zwaeFwUo4trbjhsD59P7fAVKIrLF3jMZ+CGB7eZhtsbS&#10;+sSfNB5jozKEpUQDbYxDqbXULTmUhR+Is3f1wWHMMjTaBkwZ7nr9UhRL7bDjvNDiQPuW6u/jzRmI&#10;Kb2OUl/s9bwK6aOq5AsvYszT47R7AxVpiv/he/tgDSzh70q+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tvksAAAADaAAAADwAAAAAAAAAAAAAAAACYAgAAZHJzL2Rvd25y&#10;ZXYueG1sUEsFBgAAAAAEAAQA9QAAAIUDAAAAAA==&#10;" filled="f" strokecolor="#ae4e54 [3204]" strokeweight="1pt"/>
                <v:shape id="Freeform 7" o:spid="_x0000_s1031" style="position:absolute;top:18313;width:2968;height:17374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WaGMQA&#10;AADaAAAADwAAAGRycy9kb3ducmV2LnhtbESPW2vCQBSE3wX/w3KEvtWNbdGSugnSGz4I3or4eMie&#10;boLZsyG7mvjvu0LBx2FmvmHmeW9rcaHWV44VTMYJCOLC6YqNgp/91+MrCB+QNdaOScGVPOTZcDDH&#10;VLuOt3TZBSMihH2KCsoQmlRKX5Rk0Y9dQxy9X9daDFG2RuoWuwi3tXxKkqm0WHFcKLGh95KK0+5s&#10;FZjp8my+D93L+io3H/vV86k51p9KPYz6xRuIQH24h//bS61gBrcr8Qb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1mhjEAAAA2gAAAA8AAAAAAAAAAAAAAAAAmAIAAGRycy9k&#10;b3ducmV2LnhtbFBLBQYAAAAABAAEAPUAAACJAw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8" o:spid="_x0000_s1032" style="position:absolute;left:60118;top:18313;width:2969;height:17374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iNhr4A&#10;AADaAAAADwAAAGRycy9kb3ducmV2LnhtbERPTYvCMBC9C/6HMII3TS24SjWKiKKwF63ieWzGtthM&#10;ShNt/ffmsLDHx/terjtTiTc1rrSsYDKOQBBnVpecK7he9qM5COeRNVaWScGHHKxX/d4SE21bPtM7&#10;9bkIIewSVFB4XydSuqwgg25sa+LAPWxj0AfY5FI32IZwU8k4in6kwZJDQ4E1bQvKnunLKDicpp9s&#10;2t7TfH47TXa/s/hyPMRKDQfdZgHCU+f/xX/uo1YQtoYr4QbI1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e4jYa+AAAA2gAAAA8AAAAAAAAAAAAAAAAAmAIAAGRycy9kb3ducmV2&#10;LnhtbFBLBQYAAAAABAAEAPUAAACDAw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9" o:spid="_x0000_s1033" style="position:absolute;left:2968;top:36576;width:57150;height:17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74MEA&#10;AADaAAAADwAAAGRycy9kb3ducmV2LnhtbESPzWrDMBCE74W+g9hCbo2cQELiRgmhUOixTfNzXayN&#10;bWqtjFax3LevCoEeh5n5htnsRtepgYK0ng3MpgUo4srblmsDx6+35xUoicgWO89k4IcEdtvHhw2W&#10;1if+pOEQa5UhLCUaaGLsS62lasihTH1PnL2rDw5jlqHWNmDKcNfpeVEstcOW80KDPb02VH0fbs5A&#10;TGkxSHWx1+MqpI/zWU54EWMmT+P+BVSkMf6H7+13a2ANf1fyDd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E++DBAAAA2gAAAA8AAAAAAAAAAAAAAAAAmAIAAGRycy9kb3du&#10;cmV2LnhtbFBLBQYAAAAABAAEAPUAAACGAwAAAAA=&#10;" filled="f" strokecolor="#ae4e54 [3204]" strokeweight="1pt"/>
                <v:shape id="Freeform 10" o:spid="_x0000_s1034" style="position:absolute;top:36576;width:2968;height:17373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UWksYA&#10;AADbAAAADwAAAGRycy9kb3ducmV2LnhtbESPT2vCQBDF74V+h2UK3uqmtoikrlJaKx6E+o/icciO&#10;m2B2NmRXE7995yD0NsN7895vpvPe1+pKbawCG3gZZqCIi2ArdgYO++/nCaiYkC3WgcnAjSLMZ48P&#10;U8xt6HhL111ySkI45migTKnJtY5FSR7jMDTEop1C6zHJ2jptW+wk3Nd6lGVj7bFiaSixoc+SivPu&#10;4g248erilr/d289Nb77269dzc6wXxgye+o93UIn69G++X6+s4Au9/CID6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UWksYAAADbAAAADwAAAAAAAAAAAAAAAACYAgAAZHJz&#10;L2Rvd25yZXYueG1sUEsFBgAAAAAEAAQA9QAAAIsDAAAAAA=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1" o:spid="_x0000_s1035" style="position:absolute;left:60118;top:36576;width:2969;height:17373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6hsEA&#10;AADbAAAADwAAAGRycy9kb3ducmV2LnhtbERPS4vCMBC+C/sfwizsTdMWfFCNsiyKwl60iuexGdti&#10;MylN1tZ/vxEEb/PxPWex6k0t7tS6yrKCeBSBIM6trrhQcDpuhjMQziNrrC2Tggc5WC0/BgtMte34&#10;QPfMFyKEsEtRQel9k0rp8pIMupFtiAN3ta1BH2BbSN1iF8JNLZMomkiDFYeGEhv6KSm/ZX9GwXY/&#10;fuTj7pIVs/M+Xv9Ok+Numyj19dl/z0F46v1b/HLvdJgfw/OXcI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UOobBAAAA2wAAAA8AAAAAAAAAAAAAAAAAmAIAAGRycy9kb3du&#10;cmV2LnhtbFBLBQYAAAAABAAEAPUAAACGAw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12" o:spid="_x0000_s1036" style="position:absolute;left:2968;top:54889;width:57150;height:173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fv8r4A&#10;AADbAAAADwAAAGRycy9kb3ducmV2LnhtbERPTWsCMRC9C/0PYQreNFuhIlujiFDosVWr12Ez7i7d&#10;TJZMutn+eyMIvc3jfc56O7pODRSk9WzgZV6AIq68bbk2cDq+z1agJCJb7DyTgT8S2G6eJmssrU/8&#10;RcMh1iqHsJRooImxL7WWqiGHMvc9ceauPjiMGYZa24Aph7tOL4piqR22nBsa7GnfUPVz+HUGYkqv&#10;g1QXez2tQvo8n+UbL2LM9HncvYGKNMZ/8cP9YfP8Bdx/yQfozQ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37/K+AAAA2wAAAA8AAAAAAAAAAAAAAAAAmAIAAGRycy9kb3ducmV2&#10;LnhtbFBLBQYAAAAABAAEAPUAAACDAwAAAAA=&#10;" filled="f" strokecolor="#ae4e54 [3204]" strokeweight="1pt"/>
                <v:shape id="Freeform 13" o:spid="_x0000_s1037" style="position:absolute;top:54889;width:2968;height:17374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I5cMA&#10;AADbAAAADwAAAGRycy9kb3ducmV2LnhtbERPTWvCQBC9F/wPywi9NZvWIhKzkaJt8SDYqkiPQ3a6&#10;CWZnQ3Y18d+7QqG3ebzPyReDbcSFOl87VvCcpCCIS6drNgoO+4+nGQgfkDU2jknBlTwsitFDjpl2&#10;PX/TZReMiCHsM1RQhdBmUvqyIos+cS1x5H5dZzFE2BmpO+xjuG3kS5pOpcWaY0OFLS0rKk+7s1Vg&#10;puuz+Tz2r9ur/FrtN5NT+9O8K/U4Ht7mIAIN4V/8517rOH8C91/iAbK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eI5cMAAADbAAAADwAAAAAAAAAAAAAAAACYAgAAZHJzL2Rv&#10;d25yZXYueG1sUEsFBgAAAAAEAAQA9QAAAIgDAAAAAA=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4" o:spid="_x0000_s1038" style="position:absolute;left:60118;top:54889;width:2969;height:17374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OZHsEA&#10;AADbAAAADwAAAGRycy9kb3ducmV2LnhtbERPTYvCMBC9C/sfwix409SirlSjLOKi4EXr4nlsxrZs&#10;MylN1tZ/bwTB2zze5yxWnanEjRpXWlYwGkYgiDOrS84V/J5+BjMQziNrrCyTgjs5WC0/egtMtG35&#10;SLfU5yKEsEtQQeF9nUjpsoIMuqGtiQN3tY1BH2CTS91gG8JNJeMomkqDJYeGAmtaF5T9pf9GwfYw&#10;uWeT9pLms/NhtNl/xafdNlaq/9l9z0F46vxb/HLvdJg/hu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jmR7BAAAA2wAAAA8AAAAAAAAAAAAAAAAAmAIAAGRycy9kb3du&#10;cmV2LnhtbFBLBQYAAAAABAAEAPUAAACGAw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rect id="Rectangle 15" o:spid="_x0000_s1039" style="position:absolute;left:2968;top:73152;width:57150;height:173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53hr4A&#10;AADbAAAADwAAAGRycy9kb3ducmV2LnhtbERPS2vDMAy+D/YfjAa9rc4GLSWtW0phsOPW51XEahIa&#10;y8Hy4uzf14NBb/r4nlptRtepgYK0ng28TQtQxJW3LdcGjoeP1wUoicgWO89k4JcENuvnpxWW1if+&#10;pmEfa5VDWEo00MTYl1pL1ZBDmfqeOHNXHxzGDEOtbcCUw12n34tirh22nBsa7GnXUHXb/zgDMaXZ&#10;INXFXo+LkL7OZznhRYyZvIzbJahIY3yI/92fNs+fwd8v+QC9v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ed4a+AAAA2wAAAA8AAAAAAAAAAAAAAAAAmAIAAGRycy9kb3ducmV2&#10;LnhtbFBLBQYAAAAABAAEAPUAAACDAwAAAAA=&#10;" filled="f" strokecolor="#ae4e54 [3204]" strokeweight="1pt"/>
                <v:shape id="Freeform 16" o:spid="_x0000_s1040" style="position:absolute;top:73152;width:2968;height:17373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rfcMA&#10;AADbAAAADwAAAGRycy9kb3ducmV2LnhtbERPTWvCQBC9C/0PyxS81U21hJK6CVK1eBBqtZQeh+y4&#10;CWZnQ3Y18d+7hYK3ebzPmReDbcSFOl87VvA8SUAQl07XbBR8H9ZPryB8QNbYOCYFV/JQ5A+jOWba&#10;9fxFl30wIoawz1BBFUKbSenLiiz6iWuJI3d0ncUQYWek7rCP4baR0yRJpcWaY0OFLb1XVJ72Z6vA&#10;pJuz+fjpXz6vcrc8bGen9rdZKTV+HBZvIAIN4S7+d290nJ/C3y/xA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ArfcMAAADbAAAADwAAAAAAAAAAAAAAAACYAgAAZHJzL2Rv&#10;d25yZXYueG1sUEsFBgAAAAAEAAQA9QAAAIgDAAAAAA=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v:shape id="Freeform 17" o:spid="_x0000_s1041" style="position:absolute;left:60118;top:73152;width:2969;height:17373;flip:x;visibility:visible;mso-wrap-style:square;v-text-anchor:top" coordsize="75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EHacEA&#10;AADbAAAADwAAAGRycy9kb3ducmV2LnhtbERPTYvCMBC9L/gfwgje1tSCq3SNIuKisBdtxfPYzLbF&#10;ZlKarK3/3giCt3m8z1mselOLG7WusqxgMo5AEOdWV1woOGU/n3MQziNrrC2Tgjs5WC0HHwtMtO34&#10;SLfUFyKEsEtQQel9k0jp8pIMurFtiAP3Z1uDPsC2kLrFLoSbWsZR9CUNVhwaSmxoU1J+Tf+Ngt1h&#10;es+n3SUt5ufDZPs7i7P9LlZqNOzX3yA89f4tfrn3OsyfwfOXcIB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xB2nBAAAA2wAAAA8AAAAAAAAAAAAAAAAAmAIAAGRycy9kb3du&#10;cmV2LnhtbFBLBQYAAAAABAAEAPUAAACGAwAAAAA=&#10;" path="m,l750,r,4320l,4320,,2435r26,-3l72,2424r42,-15l152,2386r35,-27l216,2328r25,-38l259,2249r11,-43l274,2159r-3,-45l261,2072r-17,-39l221,1996r-27,-31l161,1937r-35,-22l86,1898,45,1888,,1885,,xe" fillcolor="#ae4e54 [3204]" strokecolor="#ae4e54 [3204]" strokeweight="1pt">
                  <v:path arrowok="t" o:connecttype="custom" o:connectlocs="0,0;296863,0;296863,1737360;0,1737360;0,979276;10291,978069;28499,974852;45123,968820;60164,959570;74018,948711;85497,936244;95392,920962;102517,904473;106871,887180;108454,868278;107266,850180;103308,833289;96579,817605;87476,802725;76789,790258;63727,778997;49873,770149;34040,763312;17812,759291;0,758084;0,0" o:connectangles="0,0,0,0,0,0,0,0,0,0,0,0,0,0,0,0,0,0,0,0,0,0,0,0,0,0"/>
                </v:shape>
                <w10:wrap anchorx="page" anchory="page"/>
              </v:group>
            </w:pict>
          </mc:Fallback>
        </mc:AlternateContent>
      </w:r>
    </w:p>
    <w:sectPr w:rsidR="00124B62">
      <w:pgSz w:w="12240" w:h="15840"/>
      <w:pgMar w:top="720" w:right="1080" w:bottom="43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D0"/>
    <w:rsid w:val="00124B62"/>
    <w:rsid w:val="00DD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635A49" w:themeColor="text2"/>
        <w:kern w:val="2"/>
        <w:sz w:val="12"/>
        <w:lang w:val="en-US" w:eastAsia="ja-JP" w:bidi="ar-SA"/>
        <w14:ligatures w14:val="standar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aps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280"/>
      <w:contextualSpacing/>
      <w:jc w:val="center"/>
    </w:pPr>
    <w:rPr>
      <w:rFonts w:asciiTheme="majorHAnsi" w:eastAsiaTheme="majorEastAsia" w:hAnsiTheme="majorHAnsi" w:cstheme="majorBidi"/>
      <w:b/>
      <w:bCs/>
      <w:spacing w:val="20"/>
      <w:kern w:val="28"/>
      <w:sz w:val="3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spacing w:val="20"/>
      <w:kern w:val="28"/>
      <w:sz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trong">
    <w:name w:val="Strong"/>
    <w:basedOn w:val="DefaultParagraphFont"/>
    <w:uiPriority w:val="1"/>
    <w:qFormat/>
    <w:rPr>
      <w:b/>
      <w:bCs/>
      <w:color w:val="AE4E54" w:themeColor="accent1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pBdr>
        <w:top w:val="single" w:sz="6" w:space="3" w:color="AE4E54" w:themeColor="accent1"/>
        <w:bottom w:val="single" w:sz="6" w:space="3" w:color="AE4E54" w:themeColor="accent1"/>
      </w:pBdr>
      <w:spacing w:before="120" w:after="180"/>
      <w:jc w:val="center"/>
    </w:pPr>
  </w:style>
  <w:style w:type="character" w:customStyle="1" w:styleId="SubtitleChar">
    <w:name w:val="Subtitle Char"/>
    <w:basedOn w:val="DefaultParagraphFont"/>
    <w:link w:val="Subtitle"/>
    <w:uiPriority w:val="1"/>
    <w:rPr>
      <w:caps/>
      <w:spacing w:val="1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caps/>
      <w:sz w:val="18"/>
    </w:rPr>
  </w:style>
  <w:style w:type="paragraph" w:customStyle="1" w:styleId="PrizeHeading">
    <w:name w:val="Prize Heading"/>
    <w:basedOn w:val="Normal"/>
    <w:uiPriority w:val="1"/>
    <w:qFormat/>
    <w:pPr>
      <w:jc w:val="center"/>
    </w:pPr>
    <w:rPr>
      <w:sz w:val="15"/>
    </w:rPr>
  </w:style>
  <w:style w:type="paragraph" w:customStyle="1" w:styleId="PrizeValue">
    <w:name w:val="Prize Value"/>
    <w:basedOn w:val="Normal"/>
    <w:uiPriority w:val="1"/>
    <w:qFormat/>
    <w:pPr>
      <w:jc w:val="center"/>
    </w:pPr>
    <w:rPr>
      <w:rFonts w:asciiTheme="majorHAnsi" w:eastAsiaTheme="majorEastAsia" w:hAnsiTheme="majorHAnsi" w:cstheme="majorBidi"/>
      <w:b/>
      <w:bCs/>
      <w:color w:val="AE4E54" w:themeColor="accent1"/>
      <w:sz w:val="38"/>
    </w:rPr>
  </w:style>
  <w:style w:type="paragraph" w:customStyle="1" w:styleId="Terms">
    <w:name w:val="Terms"/>
    <w:basedOn w:val="Normal"/>
    <w:uiPriority w:val="1"/>
    <w:qFormat/>
    <w:pPr>
      <w:jc w:val="center"/>
    </w:pPr>
  </w:style>
  <w:style w:type="paragraph" w:customStyle="1" w:styleId="TicketNo">
    <w:name w:val="Ticket No."/>
    <w:basedOn w:val="Normal"/>
    <w:uiPriority w:val="1"/>
    <w:qFormat/>
    <w:pPr>
      <w:ind w:left="113" w:right="113"/>
      <w:jc w:val="center"/>
    </w:pPr>
    <w:rPr>
      <w:color w:val="FFFFFF" w:themeColor="background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635A49" w:themeColor="text2"/>
        <w:kern w:val="2"/>
        <w:sz w:val="12"/>
        <w:lang w:val="en-US" w:eastAsia="ja-JP" w:bidi="ar-SA"/>
        <w14:ligatures w14:val="standar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aps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280"/>
      <w:contextualSpacing/>
      <w:jc w:val="center"/>
    </w:pPr>
    <w:rPr>
      <w:rFonts w:asciiTheme="majorHAnsi" w:eastAsiaTheme="majorEastAsia" w:hAnsiTheme="majorHAnsi" w:cstheme="majorBidi"/>
      <w:b/>
      <w:bCs/>
      <w:spacing w:val="20"/>
      <w:kern w:val="28"/>
      <w:sz w:val="3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spacing w:val="20"/>
      <w:kern w:val="28"/>
      <w:sz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trong">
    <w:name w:val="Strong"/>
    <w:basedOn w:val="DefaultParagraphFont"/>
    <w:uiPriority w:val="1"/>
    <w:qFormat/>
    <w:rPr>
      <w:b/>
      <w:bCs/>
      <w:color w:val="AE4E54" w:themeColor="accent1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pBdr>
        <w:top w:val="single" w:sz="6" w:space="3" w:color="AE4E54" w:themeColor="accent1"/>
        <w:bottom w:val="single" w:sz="6" w:space="3" w:color="AE4E54" w:themeColor="accent1"/>
      </w:pBdr>
      <w:spacing w:before="120" w:after="180"/>
      <w:jc w:val="center"/>
    </w:pPr>
  </w:style>
  <w:style w:type="character" w:customStyle="1" w:styleId="SubtitleChar">
    <w:name w:val="Subtitle Char"/>
    <w:basedOn w:val="DefaultParagraphFont"/>
    <w:link w:val="Subtitle"/>
    <w:uiPriority w:val="1"/>
    <w:rPr>
      <w:caps/>
      <w:spacing w:val="1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caps/>
      <w:sz w:val="18"/>
    </w:rPr>
  </w:style>
  <w:style w:type="paragraph" w:customStyle="1" w:styleId="PrizeHeading">
    <w:name w:val="Prize Heading"/>
    <w:basedOn w:val="Normal"/>
    <w:uiPriority w:val="1"/>
    <w:qFormat/>
    <w:pPr>
      <w:jc w:val="center"/>
    </w:pPr>
    <w:rPr>
      <w:sz w:val="15"/>
    </w:rPr>
  </w:style>
  <w:style w:type="paragraph" w:customStyle="1" w:styleId="PrizeValue">
    <w:name w:val="Prize Value"/>
    <w:basedOn w:val="Normal"/>
    <w:uiPriority w:val="1"/>
    <w:qFormat/>
    <w:pPr>
      <w:jc w:val="center"/>
    </w:pPr>
    <w:rPr>
      <w:rFonts w:asciiTheme="majorHAnsi" w:eastAsiaTheme="majorEastAsia" w:hAnsiTheme="majorHAnsi" w:cstheme="majorBidi"/>
      <w:b/>
      <w:bCs/>
      <w:color w:val="AE4E54" w:themeColor="accent1"/>
      <w:sz w:val="38"/>
    </w:rPr>
  </w:style>
  <w:style w:type="paragraph" w:customStyle="1" w:styleId="Terms">
    <w:name w:val="Terms"/>
    <w:basedOn w:val="Normal"/>
    <w:uiPriority w:val="1"/>
    <w:qFormat/>
    <w:pPr>
      <w:jc w:val="center"/>
    </w:pPr>
  </w:style>
  <w:style w:type="paragraph" w:customStyle="1" w:styleId="TicketNo">
    <w:name w:val="Ticket No."/>
    <w:basedOn w:val="Normal"/>
    <w:uiPriority w:val="1"/>
    <w:qFormat/>
    <w:pPr>
      <w:ind w:left="113" w:right="113"/>
      <w:jc w:val="center"/>
    </w:pPr>
    <w:rPr>
      <w:color w:val="FFFFFF" w:themeColor="background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Raffle-Ticket-Template.zip\Raffle-Ticket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3D9E96C7DD649A0BE37704ED7409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92C43-EC76-4887-A3E2-E4C3215A5281}"/>
      </w:docPartPr>
      <w:docPartBody>
        <w:p w:rsidR="00000000" w:rsidRDefault="002E1FB5">
          <w:pPr>
            <w:pStyle w:val="23D9E96C7DD649A0BE37704ED7409126"/>
          </w:pPr>
          <w:r>
            <w:t>[Name of</w:t>
          </w:r>
          <w:r>
            <w:br/>
            <w:t>Raffle Event]</w:t>
          </w:r>
        </w:p>
      </w:docPartBody>
    </w:docPart>
    <w:docPart>
      <w:docPartPr>
        <w:name w:val="EAC012E4128A4389A17DB42A5D2A7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D6F36-F651-43F0-8F1A-08027DCCC9CC}"/>
      </w:docPartPr>
      <w:docPartBody>
        <w:p w:rsidR="00000000" w:rsidRDefault="002E1FB5">
          <w:pPr>
            <w:pStyle w:val="EAC012E4128A4389A17DB42A5D2A77AF"/>
          </w:pPr>
          <w:r>
            <w:t>$500</w:t>
          </w:r>
        </w:p>
      </w:docPartBody>
    </w:docPart>
    <w:docPart>
      <w:docPartPr>
        <w:name w:val="03E4D2B22E82414880BA2571ADDF7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84BE7-C2DB-4D24-B00B-95CFBA311D10}"/>
      </w:docPartPr>
      <w:docPartBody>
        <w:p w:rsidR="00000000" w:rsidRDefault="002E1FB5">
          <w:pPr>
            <w:pStyle w:val="03E4D2B22E82414880BA2571ADDF7CFA"/>
          </w:pPr>
          <w:r>
            <w:t>$250</w:t>
          </w:r>
        </w:p>
      </w:docPartBody>
    </w:docPart>
    <w:docPart>
      <w:docPartPr>
        <w:name w:val="8E49D183F9F948E281A744C958BA0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64C11-DF0C-4FE6-8FAF-4FA88F2E139F}"/>
      </w:docPartPr>
      <w:docPartBody>
        <w:p w:rsidR="00000000" w:rsidRDefault="002E1FB5">
          <w:pPr>
            <w:pStyle w:val="8E49D183F9F948E281A744C958BA0139"/>
          </w:pPr>
          <w:r>
            <w:t>$100</w:t>
          </w:r>
        </w:p>
      </w:docPartBody>
    </w:docPart>
    <w:docPart>
      <w:docPartPr>
        <w:name w:val="C5D8DD62ACFB4E4BB2D4B259CD4AC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F9DEE-27B0-4A8E-A79A-AF00D6053318}"/>
      </w:docPartPr>
      <w:docPartBody>
        <w:p w:rsidR="00000000" w:rsidRDefault="002E1FB5">
          <w:pPr>
            <w:pStyle w:val="C5D8DD62ACFB4E4BB2D4B259CD4AC6A6"/>
          </w:pPr>
          <w:r>
            <w:rPr>
              <w:rStyle w:val="Strong"/>
            </w:rPr>
            <w:t>$10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FB5"/>
    <w:rsid w:val="002E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3D9E96C7DD649A0BE37704ED7409126">
    <w:name w:val="23D9E96C7DD649A0BE37704ED7409126"/>
  </w:style>
  <w:style w:type="paragraph" w:customStyle="1" w:styleId="EAC012E4128A4389A17DB42A5D2A77AF">
    <w:name w:val="EAC012E4128A4389A17DB42A5D2A77AF"/>
  </w:style>
  <w:style w:type="paragraph" w:customStyle="1" w:styleId="03E4D2B22E82414880BA2571ADDF7CFA">
    <w:name w:val="03E4D2B22E82414880BA2571ADDF7CFA"/>
  </w:style>
  <w:style w:type="paragraph" w:customStyle="1" w:styleId="8E49D183F9F948E281A744C958BA0139">
    <w:name w:val="8E49D183F9F948E281A744C958BA0139"/>
  </w:style>
  <w:style w:type="character" w:styleId="Strong">
    <w:name w:val="Strong"/>
    <w:basedOn w:val="DefaultParagraphFont"/>
    <w:uiPriority w:val="22"/>
    <w:qFormat/>
    <w:rPr>
      <w:b/>
      <w:bCs/>
      <w:color w:val="4F81BD" w:themeColor="accent1"/>
    </w:rPr>
  </w:style>
  <w:style w:type="paragraph" w:customStyle="1" w:styleId="C5D8DD62ACFB4E4BB2D4B259CD4AC6A6">
    <w:name w:val="C5D8DD62ACFB4E4BB2D4B259CD4AC6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3D9E96C7DD649A0BE37704ED7409126">
    <w:name w:val="23D9E96C7DD649A0BE37704ED7409126"/>
  </w:style>
  <w:style w:type="paragraph" w:customStyle="1" w:styleId="EAC012E4128A4389A17DB42A5D2A77AF">
    <w:name w:val="EAC012E4128A4389A17DB42A5D2A77AF"/>
  </w:style>
  <w:style w:type="paragraph" w:customStyle="1" w:styleId="03E4D2B22E82414880BA2571ADDF7CFA">
    <w:name w:val="03E4D2B22E82414880BA2571ADDF7CFA"/>
  </w:style>
  <w:style w:type="paragraph" w:customStyle="1" w:styleId="8E49D183F9F948E281A744C958BA0139">
    <w:name w:val="8E49D183F9F948E281A744C958BA0139"/>
  </w:style>
  <w:style w:type="character" w:styleId="Strong">
    <w:name w:val="Strong"/>
    <w:basedOn w:val="DefaultParagraphFont"/>
    <w:uiPriority w:val="22"/>
    <w:qFormat/>
    <w:rPr>
      <w:b/>
      <w:bCs/>
      <w:color w:val="4F81BD" w:themeColor="accent1"/>
    </w:rPr>
  </w:style>
  <w:style w:type="paragraph" w:customStyle="1" w:styleId="C5D8DD62ACFB4E4BB2D4B259CD4AC6A6">
    <w:name w:val="C5D8DD62ACFB4E4BB2D4B259CD4AC6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affle Tickets">
      <a:dk1>
        <a:sysClr val="windowText" lastClr="000000"/>
      </a:dk1>
      <a:lt1>
        <a:sysClr val="window" lastClr="FFFFFF"/>
      </a:lt1>
      <a:dk2>
        <a:srgbClr val="635A49"/>
      </a:dk2>
      <a:lt2>
        <a:srgbClr val="FFFFF7"/>
      </a:lt2>
      <a:accent1>
        <a:srgbClr val="AE4E54"/>
      </a:accent1>
      <a:accent2>
        <a:srgbClr val="E97F3A"/>
      </a:accent2>
      <a:accent3>
        <a:srgbClr val="FAD645"/>
      </a:accent3>
      <a:accent4>
        <a:srgbClr val="78B7BD"/>
      </a:accent4>
      <a:accent5>
        <a:srgbClr val="8AB361"/>
      </a:accent5>
      <a:accent6>
        <a:srgbClr val="734869"/>
      </a:accent6>
      <a:hlink>
        <a:srgbClr val="78B7BD"/>
      </a:hlink>
      <a:folHlink>
        <a:srgbClr val="734869"/>
      </a:folHlink>
    </a:clrScheme>
    <a:fontScheme name="Raffle Tickets">
      <a:majorFont>
        <a:latin typeface="Bookman Old Style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DA86402-E999-4F4C-8DB5-07BF198AA9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Raffle-Ticket-Template.dotx</Template>
  <TotalTime>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2012-07-09T21:23:00Z</cp:lastPrinted>
  <dcterms:created xsi:type="dcterms:W3CDTF">2015-10-14T17:06:00Z</dcterms:created>
  <dcterms:modified xsi:type="dcterms:W3CDTF">2015-10-14T17:07:00Z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TC031480329991</vt:lpwstr>
  </property>
</Properties>
</file>