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C878B" w14:textId="77777777" w:rsidR="006F5384" w:rsidRPr="004D6163" w:rsidRDefault="006F5384">
      <w:pPr>
        <w:rPr>
          <w:rFonts w:ascii="Arial" w:hAnsi="Arial" w:cs="Arial"/>
        </w:rPr>
      </w:pPr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2245"/>
        <w:gridCol w:w="3086"/>
        <w:gridCol w:w="1954"/>
        <w:gridCol w:w="3420"/>
      </w:tblGrid>
      <w:tr w:rsidR="00AD7D94" w:rsidRPr="004D6163" w14:paraId="6A0E5E8C" w14:textId="77777777" w:rsidTr="00AD7D94">
        <w:trPr>
          <w:trHeight w:val="503"/>
        </w:trPr>
        <w:tc>
          <w:tcPr>
            <w:tcW w:w="2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18B98" w:themeFill="accent5" w:themeFillShade="BF"/>
            <w:noWrap/>
            <w:vAlign w:val="center"/>
            <w:hideMark/>
          </w:tcPr>
          <w:p w14:paraId="53F8B1B1" w14:textId="77777777" w:rsidR="00AD7D94" w:rsidRPr="004D6163" w:rsidRDefault="00AD7D94" w:rsidP="003C7519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TITLE</w:t>
            </w:r>
          </w:p>
        </w:tc>
        <w:tc>
          <w:tcPr>
            <w:tcW w:w="846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C5B71C" w14:textId="77777777" w:rsidR="00AD7D94" w:rsidRPr="004D6163" w:rsidRDefault="00AD7D94" w:rsidP="003C751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7D94" w:rsidRPr="004D6163" w14:paraId="074A1C50" w14:textId="77777777" w:rsidTr="00AD7D94">
        <w:trPr>
          <w:trHeight w:val="503"/>
        </w:trPr>
        <w:tc>
          <w:tcPr>
            <w:tcW w:w="22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15D66" w:themeFill="accent5" w:themeFillShade="80"/>
            <w:noWrap/>
            <w:vAlign w:val="center"/>
            <w:hideMark/>
          </w:tcPr>
          <w:p w14:paraId="444E1599" w14:textId="77777777" w:rsidR="00AD7D94" w:rsidRPr="004D6163" w:rsidRDefault="00AD7D94" w:rsidP="00AD7D94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COMPANY NAME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9F6846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15D66" w:themeFill="accent5" w:themeFillShade="80"/>
            <w:noWrap/>
            <w:vAlign w:val="center"/>
            <w:hideMark/>
          </w:tcPr>
          <w:p w14:paraId="3870092A" w14:textId="77777777" w:rsidR="00AD7D94" w:rsidRPr="004D6163" w:rsidRDefault="00AD7D94" w:rsidP="00AD7D94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CLIENT 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1C71E4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7D94" w:rsidRPr="004D6163" w14:paraId="17E0C0C6" w14:textId="77777777" w:rsidTr="00AD7D94">
        <w:trPr>
          <w:trHeight w:val="503"/>
        </w:trPr>
        <w:tc>
          <w:tcPr>
            <w:tcW w:w="22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18B98" w:themeFill="accent5" w:themeFillShade="BF"/>
            <w:noWrap/>
            <w:vAlign w:val="center"/>
            <w:hideMark/>
          </w:tcPr>
          <w:p w14:paraId="412CCC6E" w14:textId="77777777" w:rsidR="003C7519" w:rsidRPr="004D6163" w:rsidRDefault="003C7519" w:rsidP="003C7519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MANAGER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AB679B" w14:textId="77777777" w:rsidR="003C7519" w:rsidRPr="004D6163" w:rsidRDefault="003C7519" w:rsidP="003C751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18B98" w:themeFill="accent5" w:themeFillShade="BF"/>
            <w:noWrap/>
            <w:vAlign w:val="center"/>
            <w:hideMark/>
          </w:tcPr>
          <w:p w14:paraId="40B2A8BC" w14:textId="77777777" w:rsidR="003C7519" w:rsidRPr="004D6163" w:rsidRDefault="003C7519" w:rsidP="003C7519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DATE</w:t>
            </w:r>
            <w:r w:rsidR="00AD7D94"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SUBMITTED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FFFEDA" w14:textId="77777777" w:rsidR="003C7519" w:rsidRPr="004D6163" w:rsidRDefault="003C7519" w:rsidP="003C751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7D94" w:rsidRPr="004D6163" w14:paraId="17F6BA4F" w14:textId="77777777" w:rsidTr="00AD7D94">
        <w:trPr>
          <w:trHeight w:val="503"/>
        </w:trPr>
        <w:tc>
          <w:tcPr>
            <w:tcW w:w="22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215D66" w:themeFill="accent5" w:themeFillShade="80"/>
            <w:noWrap/>
            <w:vAlign w:val="center"/>
            <w:hideMark/>
          </w:tcPr>
          <w:p w14:paraId="24501BA9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AUTHOR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41F0EC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215D66" w:themeFill="accent5" w:themeFillShade="80"/>
            <w:noWrap/>
            <w:vAlign w:val="center"/>
            <w:hideMark/>
          </w:tcPr>
          <w:p w14:paraId="6CC44EFF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VERSION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176E7E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0.0.0</w:t>
            </w:r>
          </w:p>
        </w:tc>
      </w:tr>
      <w:tr w:rsidR="00AD7D94" w:rsidRPr="004D6163" w14:paraId="09806A65" w14:textId="77777777" w:rsidTr="00AD7D94">
        <w:trPr>
          <w:trHeight w:val="503"/>
        </w:trPr>
        <w:tc>
          <w:tcPr>
            <w:tcW w:w="22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318B98" w:themeFill="accent5" w:themeFillShade="BF"/>
            <w:noWrap/>
            <w:vAlign w:val="center"/>
            <w:hideMark/>
          </w:tcPr>
          <w:p w14:paraId="6F5616B4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BEGIN DATE</w:t>
            </w:r>
          </w:p>
        </w:tc>
        <w:tc>
          <w:tcPr>
            <w:tcW w:w="30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B1E576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318B98" w:themeFill="accent5" w:themeFillShade="BF"/>
            <w:noWrap/>
            <w:vAlign w:val="center"/>
            <w:hideMark/>
          </w:tcPr>
          <w:p w14:paraId="47BCB343" w14:textId="77777777" w:rsidR="00AD7D94" w:rsidRPr="004D6163" w:rsidRDefault="00AD7D94" w:rsidP="00113BF0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END DATE</w:t>
            </w:r>
          </w:p>
        </w:tc>
        <w:tc>
          <w:tcPr>
            <w:tcW w:w="34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35F18D" w14:textId="77777777" w:rsidR="00AD7D94" w:rsidRPr="004D6163" w:rsidRDefault="00AD7D94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E7E52B3" w14:textId="77777777" w:rsidR="004D6163" w:rsidRDefault="004D6163" w:rsidP="004D6163">
      <w:pPr>
        <w:rPr>
          <w:rFonts w:ascii="Arial" w:hAnsi="Arial" w:cs="Arial"/>
        </w:rPr>
      </w:pPr>
    </w:p>
    <w:tbl>
      <w:tblPr>
        <w:tblW w:w="107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6390"/>
      </w:tblGrid>
      <w:tr w:rsidR="004070CA" w:rsidRPr="004D6163" w14:paraId="6234ADA3" w14:textId="77777777" w:rsidTr="004070CA">
        <w:trPr>
          <w:trHeight w:val="503"/>
        </w:trPr>
        <w:tc>
          <w:tcPr>
            <w:tcW w:w="4315" w:type="dxa"/>
            <w:shd w:val="clear" w:color="000000" w:fill="215D66" w:themeFill="accent5" w:themeFillShade="80"/>
            <w:noWrap/>
            <w:vAlign w:val="center"/>
            <w:hideMark/>
          </w:tcPr>
          <w:p w14:paraId="6F3764BB" w14:textId="77777777" w:rsidR="004070CA" w:rsidRPr="004D6163" w:rsidRDefault="004070CA" w:rsidP="004070CA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OBJECTIVE</w:t>
            </w:r>
          </w:p>
        </w:tc>
        <w:tc>
          <w:tcPr>
            <w:tcW w:w="6390" w:type="dxa"/>
            <w:shd w:val="clear" w:color="000000" w:fill="215D66" w:themeFill="accent5" w:themeFillShade="80"/>
            <w:noWrap/>
            <w:vAlign w:val="center"/>
            <w:hideMark/>
          </w:tcPr>
          <w:p w14:paraId="3B20539E" w14:textId="77777777" w:rsidR="004070CA" w:rsidRPr="004D6163" w:rsidRDefault="004070CA" w:rsidP="004070CA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RATIONALE</w:t>
            </w:r>
          </w:p>
        </w:tc>
      </w:tr>
      <w:tr w:rsidR="004070CA" w:rsidRPr="004D6163" w14:paraId="4738C92B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19F62CDF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142414A5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70CA" w:rsidRPr="004D6163" w14:paraId="3509E407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688A5E8B" w14:textId="77777777" w:rsidR="004070CA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F59F83A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59949AF7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70CA" w:rsidRPr="004D6163" w14:paraId="7B3FE0CE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577DA267" w14:textId="77777777" w:rsidR="004070CA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09CC3CA9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70CA" w:rsidRPr="004D6163" w14:paraId="4269D7AC" w14:textId="77777777" w:rsidTr="004070CA">
        <w:trPr>
          <w:trHeight w:val="503"/>
        </w:trPr>
        <w:tc>
          <w:tcPr>
            <w:tcW w:w="4315" w:type="dxa"/>
            <w:shd w:val="clear" w:color="auto" w:fill="auto"/>
            <w:vAlign w:val="center"/>
          </w:tcPr>
          <w:p w14:paraId="5CA02EA1" w14:textId="77777777" w:rsidR="004070CA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0829B0A1" w14:textId="77777777" w:rsidR="004070CA" w:rsidRPr="004D6163" w:rsidRDefault="004070CA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183AA63" w14:textId="77777777" w:rsidR="00011532" w:rsidRDefault="00011532" w:rsidP="004D6163">
      <w:pPr>
        <w:rPr>
          <w:rFonts w:ascii="Arial" w:hAnsi="Arial" w:cs="Arial"/>
        </w:rPr>
      </w:pPr>
    </w:p>
    <w:tbl>
      <w:tblPr>
        <w:tblW w:w="107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45"/>
        <w:gridCol w:w="2070"/>
        <w:gridCol w:w="6390"/>
      </w:tblGrid>
      <w:tr w:rsidR="005D0843" w:rsidRPr="004D6163" w14:paraId="4F208111" w14:textId="77777777" w:rsidTr="005D0843">
        <w:trPr>
          <w:trHeight w:val="503"/>
        </w:trPr>
        <w:tc>
          <w:tcPr>
            <w:tcW w:w="2245" w:type="dxa"/>
            <w:shd w:val="clear" w:color="000000" w:fill="215D66" w:themeFill="accent5" w:themeFillShade="80"/>
            <w:noWrap/>
            <w:vAlign w:val="center"/>
            <w:hideMark/>
          </w:tcPr>
          <w:p w14:paraId="632C8E0D" w14:textId="77777777" w:rsidR="00011532" w:rsidRPr="004D6163" w:rsidRDefault="005D0843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DUE DATE</w:t>
            </w:r>
          </w:p>
        </w:tc>
        <w:tc>
          <w:tcPr>
            <w:tcW w:w="2070" w:type="dxa"/>
            <w:shd w:val="clear" w:color="000000" w:fill="215D66" w:themeFill="accent5" w:themeFillShade="80"/>
            <w:vAlign w:val="center"/>
          </w:tcPr>
          <w:p w14:paraId="3F526CC1" w14:textId="77777777" w:rsidR="00011532" w:rsidRDefault="005D0843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COMPLETION CRITERIA</w:t>
            </w:r>
          </w:p>
        </w:tc>
        <w:tc>
          <w:tcPr>
            <w:tcW w:w="6390" w:type="dxa"/>
            <w:shd w:val="clear" w:color="000000" w:fill="215D66" w:themeFill="accent5" w:themeFillShade="80"/>
            <w:noWrap/>
            <w:vAlign w:val="center"/>
            <w:hideMark/>
          </w:tcPr>
          <w:p w14:paraId="5822EE65" w14:textId="77777777" w:rsidR="00011532" w:rsidRPr="004D6163" w:rsidRDefault="00011532" w:rsidP="00113BF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DELIVERABLE DESCRIPTION</w:t>
            </w:r>
          </w:p>
        </w:tc>
      </w:tr>
      <w:tr w:rsidR="005D0843" w:rsidRPr="004D6163" w14:paraId="22C9BD51" w14:textId="77777777" w:rsidTr="005D0843">
        <w:trPr>
          <w:trHeight w:val="503"/>
        </w:trPr>
        <w:tc>
          <w:tcPr>
            <w:tcW w:w="2245" w:type="dxa"/>
            <w:shd w:val="clear" w:color="auto" w:fill="auto"/>
            <w:vAlign w:val="center"/>
          </w:tcPr>
          <w:p w14:paraId="2D0443FE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17B12072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01367F99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70FC2EE9" w14:textId="77777777" w:rsidTr="005D0843">
        <w:trPr>
          <w:trHeight w:val="503"/>
        </w:trPr>
        <w:tc>
          <w:tcPr>
            <w:tcW w:w="2245" w:type="dxa"/>
            <w:shd w:val="clear" w:color="auto" w:fill="auto"/>
            <w:vAlign w:val="center"/>
          </w:tcPr>
          <w:p w14:paraId="307090C3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696E60FE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4A8BD1CB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2DD125F8" w14:textId="77777777" w:rsidTr="005D0843">
        <w:trPr>
          <w:trHeight w:val="503"/>
        </w:trPr>
        <w:tc>
          <w:tcPr>
            <w:tcW w:w="2245" w:type="dxa"/>
            <w:shd w:val="clear" w:color="auto" w:fill="auto"/>
            <w:vAlign w:val="center"/>
          </w:tcPr>
          <w:p w14:paraId="15A09C81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4DA0BE14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2AA8EE77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58C7E8D2" w14:textId="77777777" w:rsidTr="005D0843">
        <w:trPr>
          <w:trHeight w:val="503"/>
        </w:trPr>
        <w:tc>
          <w:tcPr>
            <w:tcW w:w="2245" w:type="dxa"/>
            <w:shd w:val="clear" w:color="auto" w:fill="auto"/>
            <w:vAlign w:val="center"/>
          </w:tcPr>
          <w:p w14:paraId="4BAA73A9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6523E8B1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14:paraId="2DA2C763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6B770A51" w14:textId="77777777" w:rsidTr="005D0843">
        <w:trPr>
          <w:trHeight w:val="503"/>
        </w:trPr>
        <w:tc>
          <w:tcPr>
            <w:tcW w:w="2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3BA18D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B148DB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644E0F6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2880B448" w14:textId="77777777" w:rsidTr="005D0843">
        <w:trPr>
          <w:trHeight w:val="503"/>
        </w:trPr>
        <w:tc>
          <w:tcPr>
            <w:tcW w:w="2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0D3B42B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3C171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F10F480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13B40FB6" w14:textId="77777777" w:rsidTr="005D0843">
        <w:trPr>
          <w:trHeight w:val="503"/>
        </w:trPr>
        <w:tc>
          <w:tcPr>
            <w:tcW w:w="2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C910991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28F099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4A2C6DF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D0843" w:rsidRPr="004D6163" w14:paraId="4A7CF89D" w14:textId="77777777" w:rsidTr="005D0843">
        <w:trPr>
          <w:trHeight w:val="503"/>
        </w:trPr>
        <w:tc>
          <w:tcPr>
            <w:tcW w:w="2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DCB8384" w14:textId="77777777" w:rsidR="00011532" w:rsidRPr="005F07DB" w:rsidRDefault="00011532" w:rsidP="00113B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816D52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74B9AC3" w14:textId="77777777" w:rsidR="00011532" w:rsidRPr="004D6163" w:rsidRDefault="00011532" w:rsidP="00113BF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75A8DB5" w14:textId="77777777" w:rsidR="00011532" w:rsidRDefault="00011532" w:rsidP="004D6163">
      <w:pPr>
        <w:rPr>
          <w:rFonts w:ascii="Arial" w:hAnsi="Arial" w:cs="Arial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2880"/>
        <w:gridCol w:w="2880"/>
        <w:gridCol w:w="5040"/>
      </w:tblGrid>
      <w:tr w:rsidR="00011532" w14:paraId="66B1D25A" w14:textId="77777777" w:rsidTr="005D0843">
        <w:trPr>
          <w:trHeight w:val="480"/>
        </w:trPr>
        <w:tc>
          <w:tcPr>
            <w:tcW w:w="1080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215D66" w:themeFill="accent5" w:themeFillShade="80"/>
            <w:noWrap/>
            <w:vAlign w:val="center"/>
            <w:hideMark/>
          </w:tcPr>
          <w:p w14:paraId="27FB1719" w14:textId="77777777" w:rsidR="00011532" w:rsidRPr="005D0843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D084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RATE SCHEDULE</w:t>
            </w:r>
          </w:p>
        </w:tc>
      </w:tr>
      <w:tr w:rsidR="005D0843" w:rsidRPr="005D0843" w14:paraId="0AC78110" w14:textId="77777777" w:rsidTr="005D0843">
        <w:trPr>
          <w:trHeight w:val="44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18B98" w:themeFill="accent5" w:themeFillShade="BF"/>
            <w:vAlign w:val="center"/>
            <w:hideMark/>
          </w:tcPr>
          <w:p w14:paraId="4EDFB058" w14:textId="77777777" w:rsidR="00011532" w:rsidRPr="005D0843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D084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ESTIMATED COST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318B98" w:themeFill="accent5" w:themeFillShade="BF"/>
            <w:vAlign w:val="center"/>
            <w:hideMark/>
          </w:tcPr>
          <w:p w14:paraId="767CFE27" w14:textId="77777777" w:rsidR="00011532" w:rsidRPr="005D0843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D084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DELIVERY SCHEDULE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318B98" w:themeFill="accent5" w:themeFillShade="BF"/>
            <w:vAlign w:val="center"/>
            <w:hideMark/>
          </w:tcPr>
          <w:p w14:paraId="342F045F" w14:textId="77777777" w:rsidR="00011532" w:rsidRPr="005D0843" w:rsidRDefault="00011532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D084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011532" w14:paraId="683E266B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AF0068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AF5519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606638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448F6818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54B9ED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6D97E2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688A54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43F2EBE1" w14:textId="77777777" w:rsidTr="00011532">
        <w:trPr>
          <w:trHeight w:val="360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9947AB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$75 per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5F5AFE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327D04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1532" w14:paraId="6D17A1E1" w14:textId="77777777" w:rsidTr="005D0843">
        <w:trPr>
          <w:trHeight w:val="395"/>
        </w:trPr>
        <w:tc>
          <w:tcPr>
            <w:tcW w:w="28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4FE018" w14:textId="77777777" w:rsidR="00011532" w:rsidRDefault="0001153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54CBE3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1EB522" w14:textId="77777777" w:rsidR="00011532" w:rsidRDefault="00011532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EAA2E59" w14:textId="77777777" w:rsidR="0077206D" w:rsidRDefault="0077206D" w:rsidP="0077206D">
      <w:pPr>
        <w:pStyle w:val="ListParagraph"/>
        <w:ind w:left="360"/>
        <w:rPr>
          <w:rFonts w:ascii="Arial" w:hAnsi="Arial" w:cs="Arial"/>
        </w:rPr>
      </w:pPr>
    </w:p>
    <w:p w14:paraId="21C0DEAE" w14:textId="77777777" w:rsidR="0077206D" w:rsidRPr="007B1ECA" w:rsidRDefault="00A12BA0" w:rsidP="007B1ECA">
      <w:pPr>
        <w:jc w:val="center"/>
        <w:rPr>
          <w:rFonts w:ascii="Arial" w:hAnsi="Arial" w:cs="Arial"/>
          <w:color w:val="066684" w:themeColor="accent6" w:themeShade="BF"/>
          <w:sz w:val="32"/>
          <w:szCs w:val="32"/>
        </w:rPr>
      </w:pPr>
      <w:hyperlink r:id="rId7" w:history="1">
        <w:r w:rsidR="00A0758B">
          <w:rPr>
            <w:rStyle w:val="Hyperlink"/>
            <w:rFonts w:ascii="Arial" w:hAnsi="Arial" w:cs="Arial"/>
            <w:color w:val="066684" w:themeColor="accent6" w:themeShade="BF"/>
            <w:sz w:val="32"/>
            <w:szCs w:val="32"/>
          </w:rPr>
          <w:t>Manage Your</w:t>
        </w:r>
        <w:r w:rsidR="007B1ECA" w:rsidRPr="007B1ECA">
          <w:rPr>
            <w:rStyle w:val="Hyperlink"/>
            <w:rFonts w:ascii="Arial" w:hAnsi="Arial" w:cs="Arial"/>
            <w:color w:val="066684" w:themeColor="accent6" w:themeShade="BF"/>
            <w:sz w:val="32"/>
            <w:szCs w:val="32"/>
          </w:rPr>
          <w:t xml:space="preserve"> Statem</w:t>
        </w:r>
        <w:bookmarkStart w:id="0" w:name="_GoBack"/>
        <w:bookmarkEnd w:id="0"/>
        <w:r w:rsidR="007B1ECA" w:rsidRPr="007B1ECA">
          <w:rPr>
            <w:rStyle w:val="Hyperlink"/>
            <w:rFonts w:ascii="Arial" w:hAnsi="Arial" w:cs="Arial"/>
            <w:color w:val="066684" w:themeColor="accent6" w:themeShade="BF"/>
            <w:sz w:val="32"/>
            <w:szCs w:val="32"/>
          </w:rPr>
          <w:t>ent of Work in Smartsheet</w:t>
        </w:r>
      </w:hyperlink>
    </w:p>
    <w:sectPr w:rsidR="0077206D" w:rsidRPr="007B1ECA" w:rsidSect="00AD7D9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231F4" w14:textId="77777777" w:rsidR="00A12BA0" w:rsidRDefault="00A12BA0" w:rsidP="00B01A05">
      <w:r>
        <w:separator/>
      </w:r>
    </w:p>
  </w:endnote>
  <w:endnote w:type="continuationSeparator" w:id="0">
    <w:p w14:paraId="5894A107" w14:textId="77777777" w:rsidR="00A12BA0" w:rsidRDefault="00A12BA0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52F4B" w14:textId="77777777" w:rsidR="00A12BA0" w:rsidRDefault="00A12BA0" w:rsidP="00B01A05">
      <w:r>
        <w:separator/>
      </w:r>
    </w:p>
  </w:footnote>
  <w:footnote w:type="continuationSeparator" w:id="0">
    <w:p w14:paraId="39425457" w14:textId="77777777" w:rsidR="00A12BA0" w:rsidRDefault="00A12BA0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5B8C5" w14:textId="02DAB558" w:rsidR="00B01A05" w:rsidRPr="005D0843" w:rsidRDefault="00BE2646" w:rsidP="003C7519">
    <w:pPr>
      <w:pStyle w:val="Header"/>
      <w:rPr>
        <w:rFonts w:ascii="Arial" w:hAnsi="Arial" w:cs="Arial"/>
        <w:b/>
        <w:color w:val="029676" w:themeColor="accent4"/>
        <w:sz w:val="32"/>
        <w:szCs w:val="32"/>
      </w:rPr>
    </w:pPr>
    <w:r w:rsidRPr="005D0843">
      <w:rPr>
        <w:rFonts w:ascii="Arial" w:hAnsi="Arial" w:cs="Arial"/>
        <w:b/>
        <w:color w:val="215D66" w:themeColor="accent5" w:themeShade="80"/>
        <w:sz w:val="32"/>
        <w:szCs w:val="32"/>
      </w:rPr>
      <w:t xml:space="preserve">SIMPLE </w:t>
    </w:r>
    <w:r w:rsidR="00AD7D94" w:rsidRPr="005D0843">
      <w:rPr>
        <w:rFonts w:ascii="Arial" w:hAnsi="Arial" w:cs="Arial"/>
        <w:b/>
        <w:color w:val="215D66" w:themeColor="accent5" w:themeShade="80"/>
        <w:sz w:val="32"/>
        <w:szCs w:val="32"/>
      </w:rPr>
      <w:t xml:space="preserve">STATEMENT OF WORK </w:t>
    </w:r>
    <w:r w:rsidR="006B7D34" w:rsidRPr="005D0843">
      <w:rPr>
        <w:rFonts w:ascii="Arial" w:hAnsi="Arial" w:cs="Arial"/>
        <w:b/>
        <w:color w:val="215D66" w:themeColor="accent5" w:themeShade="80"/>
        <w:sz w:val="32"/>
        <w:szCs w:val="32"/>
      </w:rPr>
      <w:t>TEMPLATE</w:t>
    </w:r>
    <w:r w:rsidR="003C7519" w:rsidRPr="005D0843">
      <w:rPr>
        <w:rFonts w:ascii="Arial" w:hAnsi="Arial" w:cs="Arial"/>
        <w:b/>
        <w:color w:val="215D66" w:themeColor="accent5" w:themeShade="80"/>
        <w:sz w:val="32"/>
        <w:szCs w:val="32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F65EA"/>
    <w:multiLevelType w:val="hybridMultilevel"/>
    <w:tmpl w:val="C76CF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4B8A"/>
    <w:multiLevelType w:val="hybridMultilevel"/>
    <w:tmpl w:val="941EB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D4432"/>
    <w:multiLevelType w:val="multilevel"/>
    <w:tmpl w:val="EE70EB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F0B211E"/>
    <w:multiLevelType w:val="multilevel"/>
    <w:tmpl w:val="6ADCEFE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DAD0E9F"/>
    <w:multiLevelType w:val="multilevel"/>
    <w:tmpl w:val="170A490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CA"/>
    <w:rsid w:val="00011532"/>
    <w:rsid w:val="00060732"/>
    <w:rsid w:val="000C5AA8"/>
    <w:rsid w:val="001A6CD5"/>
    <w:rsid w:val="00204694"/>
    <w:rsid w:val="00243542"/>
    <w:rsid w:val="003C7519"/>
    <w:rsid w:val="004070CA"/>
    <w:rsid w:val="004D6163"/>
    <w:rsid w:val="005D0843"/>
    <w:rsid w:val="005F07DB"/>
    <w:rsid w:val="005F1965"/>
    <w:rsid w:val="006B7D34"/>
    <w:rsid w:val="006F5384"/>
    <w:rsid w:val="00740FB6"/>
    <w:rsid w:val="0077206D"/>
    <w:rsid w:val="007B1ECA"/>
    <w:rsid w:val="007B69AD"/>
    <w:rsid w:val="007C52FA"/>
    <w:rsid w:val="008D4662"/>
    <w:rsid w:val="0091097D"/>
    <w:rsid w:val="009A6136"/>
    <w:rsid w:val="009E0257"/>
    <w:rsid w:val="00A0758B"/>
    <w:rsid w:val="00A12BA0"/>
    <w:rsid w:val="00A629C5"/>
    <w:rsid w:val="00A639BD"/>
    <w:rsid w:val="00AC1FED"/>
    <w:rsid w:val="00AD7D94"/>
    <w:rsid w:val="00B01A05"/>
    <w:rsid w:val="00B87097"/>
    <w:rsid w:val="00BE2646"/>
    <w:rsid w:val="00C5153F"/>
    <w:rsid w:val="00CA64DD"/>
    <w:rsid w:val="00D106E0"/>
    <w:rsid w:val="00D8447E"/>
    <w:rsid w:val="00DC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6F636"/>
  <w14:defaultImageDpi w14:val="32767"/>
  <w15:chartTrackingRefBased/>
  <w15:docId w15:val="{622F484A-631C-4A45-A7A5-B1B91B05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532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D6163"/>
    <w:pPr>
      <w:ind w:left="720"/>
      <w:contextualSpacing/>
    </w:pPr>
    <w:rPr>
      <w:rFonts w:ascii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B1ECA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oo.gl/2oLVJ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nkiewicz\Desktop\Blog%20posts\English\Statement%20of%20Work%20Templates%20-%20Free%20Templates\Temp_SimpleStatementOfWork_Word.dotx" TargetMode="Externa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Temp_SimpleStatementOfWork_Word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Smartsheet.com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Sankiewicz</dc:creator>
  <cp:keywords/>
  <dc:description/>
  <cp:lastModifiedBy>Urooj fati</cp:lastModifiedBy>
  <cp:revision>2</cp:revision>
  <dcterms:created xsi:type="dcterms:W3CDTF">2018-03-27T08:01:00Z</dcterms:created>
  <dcterms:modified xsi:type="dcterms:W3CDTF">2018-03-27T08:01:00Z</dcterms:modified>
</cp:coreProperties>
</file>