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8" w:space="0" w:color="365F91" w:themeColor="accent1" w:themeShade="BF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1"/>
        <w:gridCol w:w="1819"/>
      </w:tblGrid>
      <w:tr w:rsidR="004B13D0" w:rsidTr="004B13D0">
        <w:tc>
          <w:tcPr>
            <w:tcW w:w="7848" w:type="dxa"/>
            <w:vAlign w:val="bottom"/>
          </w:tcPr>
          <w:p w:rsidR="004B13D0" w:rsidRDefault="004B13D0" w:rsidP="004B13D0">
            <w:pPr>
              <w:pStyle w:val="Heading1"/>
              <w:outlineLvl w:val="0"/>
            </w:pPr>
            <w:bookmarkStart w:id="0" w:name="_GoBack" w:colFirst="0" w:colLast="0"/>
            <w:r w:rsidRPr="00A27811">
              <w:t>Employee Benefits Survey</w:t>
            </w:r>
            <w:r w:rsidR="00A63A7C">
              <w:t xml:space="preserve"> questionnaire</w:t>
            </w:r>
          </w:p>
        </w:tc>
        <w:tc>
          <w:tcPr>
            <w:tcW w:w="1728" w:type="dxa"/>
            <w:vAlign w:val="bottom"/>
          </w:tcPr>
          <w:p w:rsidR="004B13D0" w:rsidRDefault="004B13D0" w:rsidP="004B13D0">
            <w:pPr>
              <w:jc w:val="right"/>
            </w:pPr>
            <w:r w:rsidRPr="004B13D0">
              <w:rPr>
                <w:noProof/>
              </w:rPr>
              <w:drawing>
                <wp:inline distT="0" distB="0" distL="0" distR="0">
                  <wp:extent cx="672465" cy="336550"/>
                  <wp:effectExtent l="0" t="0" r="0" b="6350"/>
                  <wp:docPr id="2" name="Picture 1" descr="your logo he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our logo he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465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:rsidR="009C3839" w:rsidRPr="004B13D0" w:rsidRDefault="009C3839" w:rsidP="004B13D0">
      <w:pPr>
        <w:pStyle w:val="Introduction"/>
      </w:pPr>
      <w:r w:rsidRPr="004B13D0">
        <w:t>To help us</w:t>
      </w:r>
      <w:r w:rsidR="00D734E3" w:rsidRPr="004B13D0">
        <w:t xml:space="preserve"> provide benefits that meet your needs, </w:t>
      </w:r>
      <w:r w:rsidRPr="004B13D0">
        <w:t>please complete</w:t>
      </w:r>
      <w:r w:rsidR="00214B30" w:rsidRPr="004B13D0">
        <w:t xml:space="preserve"> this survey and return </w:t>
      </w:r>
      <w:r w:rsidR="00922B4D" w:rsidRPr="004B13D0">
        <w:t xml:space="preserve">it </w:t>
      </w:r>
      <w:r w:rsidR="00214B30" w:rsidRPr="004B13D0">
        <w:t xml:space="preserve">to </w:t>
      </w:r>
      <w:sdt>
        <w:sdtPr>
          <w:alias w:val="Name"/>
          <w:tag w:val="Name"/>
          <w:id w:val="455857994"/>
          <w:placeholder>
            <w:docPart w:val="F6926D62A3814D49BDC53E1F017B4BF9"/>
          </w:placeholder>
          <w:temporary/>
          <w:showingPlcHdr/>
        </w:sdtPr>
        <w:sdtEndPr/>
        <w:sdtContent>
          <w:r w:rsidR="004B13D0" w:rsidRPr="004B13D0">
            <w:rPr>
              <w:rStyle w:val="PlaceholderText"/>
            </w:rPr>
            <w:t>[Employee</w:t>
          </w:r>
          <w:r w:rsidR="004B13D0">
            <w:t xml:space="preserve"> </w:t>
          </w:r>
          <w:r w:rsidR="004B13D0" w:rsidRPr="004B13D0">
            <w:rPr>
              <w:rStyle w:val="PlaceholderText"/>
            </w:rPr>
            <w:t>Name]</w:t>
          </w:r>
        </w:sdtContent>
      </w:sdt>
      <w:r w:rsidR="00D734E3" w:rsidRPr="004B13D0">
        <w:t xml:space="preserve"> in Human Resources by</w:t>
      </w:r>
      <w:r w:rsidR="009A1DEC">
        <w:t xml:space="preserve"> </w:t>
      </w:r>
      <w:sdt>
        <w:sdtPr>
          <w:alias w:val="Date"/>
          <w:tag w:val="Date"/>
          <w:id w:val="455858020"/>
          <w:placeholder>
            <w:docPart w:val="735134D333F846B2A6D2BE6E229459D4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4B13D0" w:rsidRPr="004B13D0">
            <w:rPr>
              <w:rStyle w:val="PlaceholderText"/>
            </w:rPr>
            <w:t>[click to select date]</w:t>
          </w:r>
        </w:sdtContent>
      </w:sdt>
      <w:r w:rsidR="00D734E3" w:rsidRPr="004B13D0">
        <w:t>.</w:t>
      </w:r>
    </w:p>
    <w:tbl>
      <w:tblPr>
        <w:tblStyle w:val="TableGrid"/>
        <w:tblW w:w="4826" w:type="pct"/>
        <w:tblInd w:w="11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1E0" w:firstRow="1" w:lastRow="1" w:firstColumn="1" w:lastColumn="1" w:noHBand="0" w:noVBand="0"/>
      </w:tblPr>
      <w:tblGrid>
        <w:gridCol w:w="4523"/>
        <w:gridCol w:w="1068"/>
        <w:gridCol w:w="1156"/>
        <w:gridCol w:w="1068"/>
        <w:gridCol w:w="1068"/>
        <w:gridCol w:w="1068"/>
      </w:tblGrid>
      <w:tr w:rsidR="00B95CF7" w:rsidTr="00AB3071">
        <w:trPr>
          <w:trHeight w:val="501"/>
        </w:trPr>
        <w:tc>
          <w:tcPr>
            <w:tcW w:w="4524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AB3071" w:rsidRDefault="00926F0E" w:rsidP="00AB3071">
            <w:pPr>
              <w:pStyle w:val="Heading3"/>
              <w:outlineLvl w:val="2"/>
            </w:pPr>
            <w:r w:rsidRPr="00AB3071">
              <w:t>Statement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585698" w:rsidRDefault="00B95CF7" w:rsidP="00AB3071">
            <w:pPr>
              <w:pStyle w:val="Heading2"/>
              <w:outlineLvl w:val="1"/>
            </w:pPr>
            <w:r w:rsidRPr="00585698">
              <w:t>Strongly Agree</w:t>
            </w: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585698" w:rsidRDefault="00B95CF7" w:rsidP="00AB3071">
            <w:pPr>
              <w:pStyle w:val="Heading2"/>
              <w:outlineLvl w:val="1"/>
            </w:pPr>
            <w:r w:rsidRPr="00585698">
              <w:t>Agree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585698" w:rsidRDefault="00B95CF7" w:rsidP="00AB3071">
            <w:pPr>
              <w:pStyle w:val="Heading2"/>
              <w:outlineLvl w:val="1"/>
            </w:pPr>
            <w:r w:rsidRPr="00585698">
              <w:t>Neutral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585698" w:rsidRDefault="00B95CF7" w:rsidP="00AB3071">
            <w:pPr>
              <w:pStyle w:val="Heading2"/>
              <w:outlineLvl w:val="1"/>
            </w:pPr>
            <w:r w:rsidRPr="00585698">
              <w:t>Disagree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shd w:val="clear" w:color="auto" w:fill="DBE5F1" w:themeFill="accent1" w:themeFillTint="33"/>
            <w:vAlign w:val="center"/>
          </w:tcPr>
          <w:p w:rsidR="00B95CF7" w:rsidRPr="00585698" w:rsidRDefault="00B95CF7" w:rsidP="00AB3071">
            <w:pPr>
              <w:pStyle w:val="Heading2"/>
              <w:outlineLvl w:val="1"/>
            </w:pPr>
            <w:r w:rsidRPr="00585698">
              <w:t>Strongly Disagree</w:t>
            </w:r>
          </w:p>
        </w:tc>
      </w:tr>
      <w:tr w:rsidR="00492D6F" w:rsidTr="00AB3071">
        <w:tc>
          <w:tcPr>
            <w:tcW w:w="9952" w:type="dxa"/>
            <w:gridSpan w:val="6"/>
            <w:shd w:val="clear" w:color="auto" w:fill="F2F2F2" w:themeFill="background1" w:themeFillShade="F2"/>
            <w:vAlign w:val="center"/>
          </w:tcPr>
          <w:p w:rsidR="00492D6F" w:rsidRPr="00AB3071" w:rsidRDefault="00492D6F" w:rsidP="00AB3071">
            <w:pPr>
              <w:pStyle w:val="Heading3"/>
              <w:outlineLvl w:val="2"/>
            </w:pPr>
            <w:r w:rsidRPr="00AB3071">
              <w:t>Health Benefits</w:t>
            </w:r>
          </w:p>
        </w:tc>
      </w:tr>
      <w:tr w:rsidR="00105C57" w:rsidTr="004B13D0">
        <w:tc>
          <w:tcPr>
            <w:tcW w:w="4524" w:type="dxa"/>
          </w:tcPr>
          <w:p w:rsidR="00105C57" w:rsidRPr="00105C57" w:rsidRDefault="00462B9B" w:rsidP="00105C57">
            <w:r>
              <w:t>I am satisfied with my health plan options.</w:t>
            </w: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</w:tr>
      <w:tr w:rsidR="00105C57" w:rsidTr="004B13D0">
        <w:tc>
          <w:tcPr>
            <w:tcW w:w="4524" w:type="dxa"/>
          </w:tcPr>
          <w:p w:rsidR="00105C57" w:rsidRPr="00105C57" w:rsidRDefault="00462B9B" w:rsidP="00105C57">
            <w:r>
              <w:t>I am satisfied with my dental plan options.</w:t>
            </w: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105C57" w:rsidRDefault="00105C57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Default="00AE0CFF" w:rsidP="00105C57">
            <w:r>
              <w:t>I am satisfied with my vision plan options.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D734E3" w:rsidTr="004B13D0">
        <w:tc>
          <w:tcPr>
            <w:tcW w:w="4524" w:type="dxa"/>
          </w:tcPr>
          <w:p w:rsidR="00D734E3" w:rsidRPr="00105C57" w:rsidRDefault="00462B9B" w:rsidP="00105C57">
            <w:r>
              <w:t>I am satisfied with my long-term disability insurance.</w:t>
            </w: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</w:tr>
      <w:tr w:rsidR="00D734E3" w:rsidTr="004B13D0">
        <w:tc>
          <w:tcPr>
            <w:tcW w:w="4524" w:type="dxa"/>
          </w:tcPr>
          <w:p w:rsidR="00D734E3" w:rsidRPr="00105C57" w:rsidRDefault="00462B9B" w:rsidP="00105C57">
            <w:r>
              <w:t>I am satisfied with my short-term disability insurance.</w:t>
            </w: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</w:tr>
      <w:tr w:rsidR="00D734E3" w:rsidTr="004B13D0">
        <w:tc>
          <w:tcPr>
            <w:tcW w:w="4524" w:type="dxa"/>
          </w:tcPr>
          <w:p w:rsidR="00D734E3" w:rsidRPr="00105C57" w:rsidRDefault="00462B9B" w:rsidP="00105C57">
            <w:r>
              <w:t>I am satisfied with my options for life insurance.</w:t>
            </w: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D734E3" w:rsidRDefault="00D734E3" w:rsidP="00AB3071">
            <w:pPr>
              <w:jc w:val="center"/>
            </w:pPr>
          </w:p>
        </w:tc>
      </w:tr>
      <w:tr w:rsidR="00D734E3" w:rsidTr="00AB3071">
        <w:tc>
          <w:tcPr>
            <w:tcW w:w="4524" w:type="dxa"/>
            <w:tcBorders>
              <w:bottom w:val="single" w:sz="4" w:space="0" w:color="95B3D7" w:themeColor="accent1" w:themeTint="99"/>
            </w:tcBorders>
          </w:tcPr>
          <w:p w:rsidR="00D734E3" w:rsidRPr="00105C57" w:rsidRDefault="00AE0CFF" w:rsidP="00D734E3">
            <w:r>
              <w:t>Overall, I am satisfied with my health benefits.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D734E3" w:rsidRDefault="00D734E3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D734E3" w:rsidRDefault="00D734E3" w:rsidP="00AB3071">
            <w:pPr>
              <w:jc w:val="center"/>
            </w:pPr>
          </w:p>
        </w:tc>
      </w:tr>
      <w:tr w:rsidR="00492D6F" w:rsidTr="00AB3071">
        <w:tc>
          <w:tcPr>
            <w:tcW w:w="9952" w:type="dxa"/>
            <w:gridSpan w:val="6"/>
            <w:shd w:val="clear" w:color="auto" w:fill="F2F2F2" w:themeFill="background1" w:themeFillShade="F2"/>
            <w:vAlign w:val="center"/>
          </w:tcPr>
          <w:p w:rsidR="00492D6F" w:rsidRPr="00AB3071" w:rsidRDefault="00492D6F" w:rsidP="00AB3071">
            <w:pPr>
              <w:pStyle w:val="Heading3"/>
              <w:outlineLvl w:val="2"/>
            </w:pPr>
            <w:r w:rsidRPr="00AB3071">
              <w:t>Financial Benefits</w:t>
            </w:r>
          </w:p>
        </w:tc>
      </w:tr>
      <w:tr w:rsidR="00AE0CFF" w:rsidTr="004B13D0">
        <w:tc>
          <w:tcPr>
            <w:tcW w:w="4524" w:type="dxa"/>
          </w:tcPr>
          <w:p w:rsidR="00AE0CFF" w:rsidRPr="00105C57" w:rsidRDefault="00AE0CFF" w:rsidP="00BB044E">
            <w:r>
              <w:t>I am satisfied with my retirement plan.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Pr="00105C57" w:rsidRDefault="00AE0CFF" w:rsidP="00BB044E">
            <w:r>
              <w:t>I am satisfied with my salary.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Pr="00105C57" w:rsidRDefault="00AE0CFF" w:rsidP="00BB044E">
            <w:r>
              <w:t>I am satisfied with the Employee Stock Purchase Program.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4B13D0" w:rsidTr="004B13D0">
        <w:tc>
          <w:tcPr>
            <w:tcW w:w="4524" w:type="dxa"/>
          </w:tcPr>
          <w:p w:rsidR="004B13D0" w:rsidRPr="00105C57" w:rsidRDefault="004B13D0" w:rsidP="00BB044E">
            <w:r>
              <w:t>I am satisfied with my opportunities for promotion, raises, and bonuses.</w:t>
            </w:r>
          </w:p>
        </w:tc>
        <w:tc>
          <w:tcPr>
            <w:tcW w:w="1068" w:type="dxa"/>
            <w:vAlign w:val="center"/>
          </w:tcPr>
          <w:p w:rsidR="004B13D0" w:rsidRDefault="004B13D0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4B13D0" w:rsidRDefault="004B13D0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4B13D0" w:rsidRDefault="004B13D0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4B13D0" w:rsidRDefault="004B13D0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4B13D0" w:rsidRDefault="004B13D0" w:rsidP="00AB3071">
            <w:pPr>
              <w:jc w:val="center"/>
            </w:pPr>
          </w:p>
        </w:tc>
      </w:tr>
      <w:tr w:rsidR="00AE0CFF" w:rsidTr="00AB3071">
        <w:tc>
          <w:tcPr>
            <w:tcW w:w="4524" w:type="dxa"/>
            <w:tcBorders>
              <w:bottom w:val="single" w:sz="4" w:space="0" w:color="95B3D7" w:themeColor="accent1" w:themeTint="99"/>
            </w:tcBorders>
          </w:tcPr>
          <w:p w:rsidR="00AE0CFF" w:rsidRPr="00105C57" w:rsidRDefault="00AE0CFF" w:rsidP="00105C57">
            <w:r>
              <w:t>Overall, I am satisfied with my financial benefits.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492D6F" w:rsidTr="00AB3071">
        <w:tc>
          <w:tcPr>
            <w:tcW w:w="9952" w:type="dxa"/>
            <w:gridSpan w:val="6"/>
            <w:shd w:val="clear" w:color="auto" w:fill="F2F2F2" w:themeFill="background1" w:themeFillShade="F2"/>
            <w:vAlign w:val="center"/>
          </w:tcPr>
          <w:p w:rsidR="00492D6F" w:rsidRPr="00AB3071" w:rsidRDefault="00492D6F" w:rsidP="00AB3071">
            <w:pPr>
              <w:pStyle w:val="Heading3"/>
              <w:outlineLvl w:val="2"/>
            </w:pPr>
            <w:r w:rsidRPr="00AB3071">
              <w:t>Paid Time Off</w:t>
            </w:r>
          </w:p>
        </w:tc>
      </w:tr>
      <w:tr w:rsidR="00AE0CFF" w:rsidTr="004B13D0">
        <w:tc>
          <w:tcPr>
            <w:tcW w:w="4524" w:type="dxa"/>
          </w:tcPr>
          <w:p w:rsidR="00AE0CFF" w:rsidRDefault="00AE0CFF" w:rsidP="00105C57">
            <w:r>
              <w:t>I am satisfied with the number of vacation, sick, and personal days that I receive.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AB3071">
        <w:tc>
          <w:tcPr>
            <w:tcW w:w="4524" w:type="dxa"/>
            <w:tcBorders>
              <w:bottom w:val="single" w:sz="4" w:space="0" w:color="95B3D7" w:themeColor="accent1" w:themeTint="99"/>
            </w:tcBorders>
          </w:tcPr>
          <w:p w:rsidR="00AE0CFF" w:rsidRPr="001443E6" w:rsidRDefault="00AE0CFF" w:rsidP="00105C57">
            <w:r>
              <w:t>Overall, I am satisfied with my paid time off.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492D6F" w:rsidTr="00AB3071">
        <w:tc>
          <w:tcPr>
            <w:tcW w:w="9952" w:type="dxa"/>
            <w:gridSpan w:val="6"/>
            <w:shd w:val="clear" w:color="auto" w:fill="F2F2F2" w:themeFill="background1" w:themeFillShade="F2"/>
            <w:vAlign w:val="center"/>
          </w:tcPr>
          <w:p w:rsidR="00492D6F" w:rsidRPr="00AB3071" w:rsidRDefault="00492D6F" w:rsidP="00AB3071">
            <w:pPr>
              <w:pStyle w:val="Heading3"/>
              <w:outlineLvl w:val="2"/>
            </w:pPr>
            <w:r w:rsidRPr="00AB3071">
              <w:t>Additional Benefits</w:t>
            </w:r>
          </w:p>
        </w:tc>
      </w:tr>
      <w:tr w:rsidR="00AE0CFF" w:rsidTr="004B13D0">
        <w:tc>
          <w:tcPr>
            <w:tcW w:w="4524" w:type="dxa"/>
          </w:tcPr>
          <w:p w:rsidR="00AE0CFF" w:rsidRDefault="00AE0CFF" w:rsidP="00BB044E">
            <w:r>
              <w:t>I am satisfied with my continuing education and training opportunities.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Default="00AE0CFF" w:rsidP="00BB044E">
            <w:r>
              <w:t>I am satisfied with my tuition reimbursement options.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AB3071">
        <w:tc>
          <w:tcPr>
            <w:tcW w:w="4524" w:type="dxa"/>
            <w:tcBorders>
              <w:bottom w:val="single" w:sz="4" w:space="0" w:color="95B3D7" w:themeColor="accent1" w:themeTint="99"/>
            </w:tcBorders>
          </w:tcPr>
          <w:p w:rsidR="00AE0CFF" w:rsidRPr="001443E6" w:rsidRDefault="00AE0CFF" w:rsidP="00BB044E">
            <w:r>
              <w:t xml:space="preserve">Overall, I am satisfied with </w:t>
            </w:r>
            <w:r w:rsidR="003F6920">
              <w:t>my additional benefits</w:t>
            </w:r>
            <w:r>
              <w:t>.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AB3071">
        <w:tc>
          <w:tcPr>
            <w:tcW w:w="9952" w:type="dxa"/>
            <w:gridSpan w:val="6"/>
            <w:shd w:val="clear" w:color="auto" w:fill="F2F2F2" w:themeFill="background1" w:themeFillShade="F2"/>
            <w:vAlign w:val="center"/>
          </w:tcPr>
          <w:p w:rsidR="00AE0CFF" w:rsidRPr="00AB3071" w:rsidRDefault="00AE0CFF" w:rsidP="00AB3071">
            <w:pPr>
              <w:pStyle w:val="Heading3"/>
              <w:outlineLvl w:val="2"/>
            </w:pPr>
            <w:r w:rsidRPr="00AB3071">
              <w:t>Overall</w:t>
            </w:r>
          </w:p>
        </w:tc>
      </w:tr>
      <w:tr w:rsidR="00AE0CFF" w:rsidTr="004B13D0">
        <w:tc>
          <w:tcPr>
            <w:tcW w:w="4524" w:type="dxa"/>
          </w:tcPr>
          <w:p w:rsidR="00AE0CFF" w:rsidRPr="00585698" w:rsidRDefault="00AE0CFF" w:rsidP="00BB044E">
            <w:pPr>
              <w:rPr>
                <w:szCs w:val="18"/>
              </w:rPr>
            </w:pPr>
            <w:r>
              <w:rPr>
                <w:szCs w:val="18"/>
              </w:rPr>
              <w:t>I understand my benefit options.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Pr="00585698" w:rsidRDefault="00AE0CFF" w:rsidP="00BB044E">
            <w:pPr>
              <w:rPr>
                <w:szCs w:val="18"/>
              </w:rPr>
            </w:pPr>
            <w:r>
              <w:rPr>
                <w:szCs w:val="18"/>
              </w:rPr>
              <w:t>I know where to find information about my benefits.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4B13D0">
        <w:tc>
          <w:tcPr>
            <w:tcW w:w="4524" w:type="dxa"/>
          </w:tcPr>
          <w:p w:rsidR="00AE0CFF" w:rsidRPr="00585698" w:rsidRDefault="00AE0CFF" w:rsidP="00BB044E">
            <w:pPr>
              <w:rPr>
                <w:szCs w:val="18"/>
              </w:rPr>
            </w:pPr>
            <w:r>
              <w:rPr>
                <w:szCs w:val="18"/>
              </w:rPr>
              <w:t xml:space="preserve">I know </w:t>
            </w:r>
            <w:r w:rsidR="00A27811">
              <w:rPr>
                <w:szCs w:val="18"/>
              </w:rPr>
              <w:t>whom</w:t>
            </w:r>
            <w:r>
              <w:rPr>
                <w:szCs w:val="18"/>
              </w:rPr>
              <w:t xml:space="preserve"> to call if I have questions about my benefits.</w:t>
            </w: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AB3071">
        <w:tc>
          <w:tcPr>
            <w:tcW w:w="4524" w:type="dxa"/>
            <w:tcBorders>
              <w:bottom w:val="single" w:sz="4" w:space="0" w:color="95B3D7" w:themeColor="accent1" w:themeTint="99"/>
            </w:tcBorders>
          </w:tcPr>
          <w:p w:rsidR="00AE0CFF" w:rsidRPr="00585698" w:rsidRDefault="00AE0CFF" w:rsidP="00BB044E">
            <w:pPr>
              <w:rPr>
                <w:szCs w:val="18"/>
              </w:rPr>
            </w:pPr>
            <w:r>
              <w:rPr>
                <w:szCs w:val="18"/>
              </w:rPr>
              <w:t xml:space="preserve">Overall, I am satisfied with </w:t>
            </w:r>
            <w:r w:rsidR="003F6920">
              <w:rPr>
                <w:szCs w:val="18"/>
              </w:rPr>
              <w:t>my</w:t>
            </w:r>
            <w:r>
              <w:rPr>
                <w:szCs w:val="18"/>
              </w:rPr>
              <w:t xml:space="preserve"> employee benefits.</w:t>
            </w: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156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  <w:tc>
          <w:tcPr>
            <w:tcW w:w="1068" w:type="dxa"/>
            <w:tcBorders>
              <w:bottom w:val="single" w:sz="4" w:space="0" w:color="95B3D7" w:themeColor="accent1" w:themeTint="99"/>
            </w:tcBorders>
            <w:vAlign w:val="center"/>
          </w:tcPr>
          <w:p w:rsidR="00AE0CFF" w:rsidRDefault="00AE0CFF" w:rsidP="00AB3071">
            <w:pPr>
              <w:jc w:val="center"/>
            </w:pPr>
          </w:p>
        </w:tc>
      </w:tr>
      <w:tr w:rsidR="00AE0CFF" w:rsidTr="00AB3071">
        <w:tc>
          <w:tcPr>
            <w:tcW w:w="9952" w:type="dxa"/>
            <w:gridSpan w:val="6"/>
            <w:tcBorders>
              <w:bottom w:val="nil"/>
            </w:tcBorders>
          </w:tcPr>
          <w:p w:rsidR="00AE0CFF" w:rsidRPr="00AB3071" w:rsidRDefault="00AE0CFF" w:rsidP="00AB3071">
            <w:pPr>
              <w:pStyle w:val="Heading3"/>
              <w:outlineLvl w:val="2"/>
            </w:pPr>
            <w:r w:rsidRPr="00AB3071">
              <w:t>Additional Comments:</w:t>
            </w:r>
          </w:p>
        </w:tc>
      </w:tr>
      <w:tr w:rsidR="00AB3071" w:rsidTr="00AB3071">
        <w:trPr>
          <w:trHeight w:val="1581"/>
        </w:trPr>
        <w:tc>
          <w:tcPr>
            <w:tcW w:w="9952" w:type="dxa"/>
            <w:gridSpan w:val="6"/>
            <w:tcBorders>
              <w:top w:val="nil"/>
            </w:tcBorders>
          </w:tcPr>
          <w:p w:rsidR="00AB3071" w:rsidRPr="00AB3071" w:rsidRDefault="00AB3071" w:rsidP="00AB3071"/>
        </w:tc>
      </w:tr>
    </w:tbl>
    <w:p w:rsidR="00B95CF7" w:rsidRDefault="00B95CF7" w:rsidP="00007EE5"/>
    <w:sectPr w:rsidR="00B95CF7" w:rsidSect="004B13D0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3220C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73276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984E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1D8C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27228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3BE8A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80A6E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D0E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729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F2FA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7C"/>
    <w:rsid w:val="00007EE5"/>
    <w:rsid w:val="0008499C"/>
    <w:rsid w:val="00105C57"/>
    <w:rsid w:val="001443E6"/>
    <w:rsid w:val="001A7E54"/>
    <w:rsid w:val="001F273E"/>
    <w:rsid w:val="00214B30"/>
    <w:rsid w:val="0024518B"/>
    <w:rsid w:val="00290B2A"/>
    <w:rsid w:val="002D16C1"/>
    <w:rsid w:val="003E6ECE"/>
    <w:rsid w:val="003F6920"/>
    <w:rsid w:val="00403246"/>
    <w:rsid w:val="00462B9B"/>
    <w:rsid w:val="004845AF"/>
    <w:rsid w:val="00492D6F"/>
    <w:rsid w:val="004B13D0"/>
    <w:rsid w:val="00585698"/>
    <w:rsid w:val="0058584F"/>
    <w:rsid w:val="006062ED"/>
    <w:rsid w:val="0071762E"/>
    <w:rsid w:val="00765340"/>
    <w:rsid w:val="007A66EF"/>
    <w:rsid w:val="007F192E"/>
    <w:rsid w:val="008127A1"/>
    <w:rsid w:val="008A18C3"/>
    <w:rsid w:val="008A4352"/>
    <w:rsid w:val="00922B4D"/>
    <w:rsid w:val="00926F0E"/>
    <w:rsid w:val="009A1DEC"/>
    <w:rsid w:val="009C1BB4"/>
    <w:rsid w:val="009C3839"/>
    <w:rsid w:val="00A27811"/>
    <w:rsid w:val="00A63A7C"/>
    <w:rsid w:val="00AB3071"/>
    <w:rsid w:val="00AE0CFF"/>
    <w:rsid w:val="00B01DF3"/>
    <w:rsid w:val="00B95CF7"/>
    <w:rsid w:val="00BB044E"/>
    <w:rsid w:val="00BF2D76"/>
    <w:rsid w:val="00C21F08"/>
    <w:rsid w:val="00D062F2"/>
    <w:rsid w:val="00D734E3"/>
    <w:rsid w:val="00EA7F5E"/>
    <w:rsid w:val="00F273C3"/>
    <w:rsid w:val="00FD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71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4B13D0"/>
    <w:pPr>
      <w:outlineLvl w:val="0"/>
    </w:pPr>
    <w:rPr>
      <w:rFonts w:asciiTheme="majorHAnsi" w:hAnsiTheme="majorHAnsi" w:cs="Tahoma"/>
      <w:b/>
      <w:i/>
      <w:smallCap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qFormat/>
    <w:rsid w:val="00AB3071"/>
    <w:pPr>
      <w:jc w:val="center"/>
      <w:outlineLvl w:val="1"/>
    </w:pPr>
    <w:rPr>
      <w:b/>
      <w:color w:val="244061" w:themeColor="accent1" w:themeShade="80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B3071"/>
    <w:pPr>
      <w:spacing w:before="40" w:after="40"/>
      <w:outlineLvl w:val="2"/>
    </w:pPr>
    <w:rPr>
      <w:b/>
      <w:color w:val="244061" w:themeColor="accent1" w:themeShade="8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5698"/>
    <w:rPr>
      <w:rFonts w:ascii="Tahoma" w:hAnsi="Tahom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AB3071"/>
    <w:rPr>
      <w:rFonts w:asciiTheme="minorHAnsi" w:hAnsiTheme="minorHAnsi"/>
      <w:b/>
      <w:color w:val="244061" w:themeColor="accent1" w:themeShade="80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3D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3D0"/>
    <w:rPr>
      <w:rFonts w:ascii="Tahoma" w:hAnsi="Tahoma" w:cs="Tahoma"/>
      <w:sz w:val="16"/>
      <w:szCs w:val="16"/>
    </w:rPr>
  </w:style>
  <w:style w:type="paragraph" w:customStyle="1" w:styleId="Introduction">
    <w:name w:val="Introduction"/>
    <w:basedOn w:val="Normal"/>
    <w:qFormat/>
    <w:rsid w:val="004B13D0"/>
    <w:pPr>
      <w:spacing w:before="200" w:after="200"/>
    </w:pPr>
  </w:style>
  <w:style w:type="character" w:styleId="PlaceholderText">
    <w:name w:val="Placeholder Text"/>
    <w:basedOn w:val="DefaultParagraphFont"/>
    <w:uiPriority w:val="99"/>
    <w:semiHidden/>
    <w:rsid w:val="004B13D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071"/>
    <w:rPr>
      <w:rFonts w:asciiTheme="minorHAnsi" w:hAnsiTheme="minorHAnsi"/>
      <w:szCs w:val="24"/>
    </w:rPr>
  </w:style>
  <w:style w:type="paragraph" w:styleId="Heading1">
    <w:name w:val="heading 1"/>
    <w:basedOn w:val="Normal"/>
    <w:next w:val="Normal"/>
    <w:qFormat/>
    <w:rsid w:val="004B13D0"/>
    <w:pPr>
      <w:outlineLvl w:val="0"/>
    </w:pPr>
    <w:rPr>
      <w:rFonts w:asciiTheme="majorHAnsi" w:hAnsiTheme="majorHAnsi" w:cs="Tahoma"/>
      <w:b/>
      <w:i/>
      <w:smallCap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qFormat/>
    <w:rsid w:val="00AB3071"/>
    <w:pPr>
      <w:jc w:val="center"/>
      <w:outlineLvl w:val="1"/>
    </w:pPr>
    <w:rPr>
      <w:b/>
      <w:color w:val="244061" w:themeColor="accent1" w:themeShade="80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B3071"/>
    <w:pPr>
      <w:spacing w:before="40" w:after="40"/>
      <w:outlineLvl w:val="2"/>
    </w:pPr>
    <w:rPr>
      <w:b/>
      <w:color w:val="244061" w:themeColor="accent1" w:themeShade="8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5698"/>
    <w:rPr>
      <w:rFonts w:ascii="Tahoma" w:hAnsi="Tahom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AB3071"/>
    <w:rPr>
      <w:rFonts w:asciiTheme="minorHAnsi" w:hAnsiTheme="minorHAnsi"/>
      <w:b/>
      <w:color w:val="244061" w:themeColor="accent1" w:themeShade="80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3D0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3D0"/>
    <w:rPr>
      <w:rFonts w:ascii="Tahoma" w:hAnsi="Tahoma" w:cs="Tahoma"/>
      <w:sz w:val="16"/>
      <w:szCs w:val="16"/>
    </w:rPr>
  </w:style>
  <w:style w:type="paragraph" w:customStyle="1" w:styleId="Introduction">
    <w:name w:val="Introduction"/>
    <w:basedOn w:val="Normal"/>
    <w:qFormat/>
    <w:rsid w:val="004B13D0"/>
    <w:pPr>
      <w:spacing w:before="200" w:after="200"/>
    </w:pPr>
  </w:style>
  <w:style w:type="character" w:styleId="PlaceholderText">
    <w:name w:val="Placeholder Text"/>
    <w:basedOn w:val="DefaultParagraphFont"/>
    <w:uiPriority w:val="99"/>
    <w:semiHidden/>
    <w:rsid w:val="004B13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2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1_Employee-Survey-Template.zip\Employee-Survey-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6926D62A3814D49BDC53E1F017B4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968E7-5DC8-4F20-84D4-8F908429E358}"/>
      </w:docPartPr>
      <w:docPartBody>
        <w:p w:rsidR="00000000" w:rsidRDefault="00564566">
          <w:pPr>
            <w:pStyle w:val="F6926D62A3814D49BDC53E1F017B4BF9"/>
          </w:pPr>
          <w:r w:rsidRPr="004B13D0">
            <w:rPr>
              <w:rStyle w:val="PlaceholderText"/>
            </w:rPr>
            <w:t>[Employee</w:t>
          </w:r>
          <w:r>
            <w:t xml:space="preserve"> </w:t>
          </w:r>
          <w:r w:rsidRPr="004B13D0">
            <w:rPr>
              <w:rStyle w:val="PlaceholderText"/>
            </w:rPr>
            <w:t>Name]</w:t>
          </w:r>
        </w:p>
      </w:docPartBody>
    </w:docPart>
    <w:docPart>
      <w:docPartPr>
        <w:name w:val="735134D333F846B2A6D2BE6E22945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EB317-91D6-4C50-9AF6-FC503736227B}"/>
      </w:docPartPr>
      <w:docPartBody>
        <w:p w:rsidR="00000000" w:rsidRDefault="00564566">
          <w:pPr>
            <w:pStyle w:val="735134D333F846B2A6D2BE6E229459D4"/>
          </w:pPr>
          <w:r w:rsidRPr="004B13D0">
            <w:rPr>
              <w:rStyle w:val="PlaceholderText"/>
            </w:rPr>
            <w:t>[click to select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566"/>
    <w:rsid w:val="0056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6926D62A3814D49BDC53E1F017B4BF9">
    <w:name w:val="F6926D62A3814D49BDC53E1F017B4BF9"/>
  </w:style>
  <w:style w:type="paragraph" w:customStyle="1" w:styleId="735134D333F846B2A6D2BE6E229459D4">
    <w:name w:val="735134D333F846B2A6D2BE6E229459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6926D62A3814D49BDC53E1F017B4BF9">
    <w:name w:val="F6926D62A3814D49BDC53E1F017B4BF9"/>
  </w:style>
  <w:style w:type="paragraph" w:customStyle="1" w:styleId="735134D333F846B2A6D2BE6E229459D4">
    <w:name w:val="735134D333F846B2A6D2BE6E229459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EC0F541-6B8F-4B45-850E-3E291E8237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Employee-Survey-Template.dotx</Template>
  <TotalTime>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benefits survey</vt:lpstr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benefits survey</dc:title>
  <dc:creator>user</dc:creator>
  <cp:lastModifiedBy>user</cp:lastModifiedBy>
  <cp:revision>1</cp:revision>
  <cp:lastPrinted>2002-02-11T22:23:00Z</cp:lastPrinted>
  <dcterms:created xsi:type="dcterms:W3CDTF">2016-02-03T08:46:00Z</dcterms:created>
  <dcterms:modified xsi:type="dcterms:W3CDTF">2016-02-03T08:48:00Z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TC062565361033</vt:lpwstr>
  </property>
</Properties>
</file>